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E2401" w14:textId="47940785" w:rsidR="007A542A" w:rsidRDefault="007A542A" w:rsidP="00012F79">
      <w:pPr>
        <w:spacing w:line="360" w:lineRule="auto"/>
        <w:rPr>
          <w:rFonts w:ascii="Arial" w:hAnsi="Arial" w:cs="Arial"/>
          <w:sz w:val="18"/>
          <w:szCs w:val="18"/>
        </w:rPr>
      </w:pPr>
    </w:p>
    <w:p w14:paraId="14F160F2" w14:textId="77777777" w:rsidR="00187827" w:rsidRDefault="00187827" w:rsidP="00012F79">
      <w:pPr>
        <w:spacing w:line="360" w:lineRule="auto"/>
        <w:rPr>
          <w:rFonts w:ascii="Arial" w:hAnsi="Arial" w:cs="Arial"/>
          <w:sz w:val="18"/>
          <w:szCs w:val="18"/>
        </w:rPr>
      </w:pPr>
    </w:p>
    <w:p w14:paraId="48F464D2" w14:textId="1F163815" w:rsidR="00377011" w:rsidRDefault="001679FA" w:rsidP="00012F79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6F62D8">
        <w:rPr>
          <w:rFonts w:ascii="Arial" w:hAnsi="Arial" w:cs="Arial"/>
          <w:sz w:val="18"/>
          <w:szCs w:val="18"/>
        </w:rPr>
        <w:t>8</w:t>
      </w:r>
      <w:r>
        <w:rPr>
          <w:rFonts w:ascii="Arial" w:hAnsi="Arial" w:cs="Arial"/>
          <w:sz w:val="18"/>
          <w:szCs w:val="18"/>
        </w:rPr>
        <w:t xml:space="preserve"> do </w:t>
      </w:r>
      <w:r w:rsidR="00315FEC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 xml:space="preserve">głoszenia o przetargu nieograniczonym </w:t>
      </w:r>
      <w:r w:rsidR="00EA27DE">
        <w:rPr>
          <w:rFonts w:ascii="Arial" w:hAnsi="Arial" w:cs="Arial"/>
          <w:sz w:val="18"/>
          <w:szCs w:val="18"/>
        </w:rPr>
        <w:t>DPZMG</w:t>
      </w:r>
      <w:r>
        <w:rPr>
          <w:rFonts w:ascii="Arial" w:hAnsi="Arial" w:cs="Arial"/>
          <w:sz w:val="18"/>
          <w:szCs w:val="18"/>
        </w:rPr>
        <w:t>/1/2020</w:t>
      </w:r>
    </w:p>
    <w:p w14:paraId="59424EFE" w14:textId="41E86D67" w:rsidR="005C6946" w:rsidRPr="004C7423" w:rsidRDefault="00377011" w:rsidP="00E907D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dla osób fizycznych prowadzących dz. gospodarczą</w:t>
      </w:r>
    </w:p>
    <w:p w14:paraId="4B54D4A1" w14:textId="77777777" w:rsidR="00953907" w:rsidRDefault="00953907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3FD42E6A" w14:textId="77777777" w:rsidR="00466411" w:rsidRDefault="00466411" w:rsidP="00012F7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1817678" w14:textId="52209E8E" w:rsidR="00466411" w:rsidRDefault="009C469A" w:rsidP="00012F7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Umowa sprzedaży nr ...........</w:t>
      </w:r>
    </w:p>
    <w:p w14:paraId="486F8A0C" w14:textId="77777777" w:rsidR="00953907" w:rsidRDefault="00953907" w:rsidP="00012F79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D0BB054" w14:textId="77777777" w:rsidR="009C469A" w:rsidRDefault="009C469A" w:rsidP="00012F79">
      <w:pPr>
        <w:spacing w:line="360" w:lineRule="auto"/>
        <w:ind w:left="4"/>
      </w:pPr>
      <w:r>
        <w:rPr>
          <w:rFonts w:ascii="Arial" w:eastAsia="Arial" w:hAnsi="Arial" w:cs="Arial"/>
          <w:sz w:val="18"/>
          <w:szCs w:val="18"/>
        </w:rPr>
        <w:t>zawarta w dniu  …………………………… roku w ……………………………  pomiędzy:</w:t>
      </w:r>
    </w:p>
    <w:p w14:paraId="04C72856" w14:textId="77777777" w:rsidR="00321DE2" w:rsidRDefault="00321DE2" w:rsidP="00321DE2">
      <w:pPr>
        <w:tabs>
          <w:tab w:val="left" w:pos="424"/>
        </w:tabs>
        <w:spacing w:line="360" w:lineRule="auto"/>
        <w:ind w:right="20"/>
        <w:jc w:val="both"/>
      </w:pPr>
    </w:p>
    <w:p w14:paraId="053D138B" w14:textId="1F3D1123" w:rsidR="009C469A" w:rsidRDefault="009C469A" w:rsidP="00321DE2">
      <w:pPr>
        <w:tabs>
          <w:tab w:val="left" w:pos="424"/>
        </w:tabs>
        <w:spacing w:line="360" w:lineRule="auto"/>
        <w:ind w:right="20"/>
        <w:jc w:val="both"/>
      </w:pPr>
      <w:bookmarkStart w:id="0" w:name="_Hlk49412835"/>
      <w:r w:rsidRPr="00375763">
        <w:rPr>
          <w:rFonts w:ascii="Arial" w:eastAsia="Arial" w:hAnsi="Arial" w:cs="Arial"/>
          <w:sz w:val="18"/>
          <w:szCs w:val="18"/>
        </w:rPr>
        <w:t xml:space="preserve">Spółką </w:t>
      </w:r>
      <w:r w:rsidRPr="00375763">
        <w:rPr>
          <w:rFonts w:ascii="Arial" w:eastAsia="Arial" w:hAnsi="Arial" w:cs="Arial"/>
          <w:b/>
          <w:bCs/>
          <w:sz w:val="18"/>
          <w:szCs w:val="18"/>
        </w:rPr>
        <w:t>Exalo Drilling S.A.</w:t>
      </w:r>
      <w:r w:rsidRPr="00375763">
        <w:rPr>
          <w:rFonts w:ascii="Arial" w:eastAsia="Arial" w:hAnsi="Arial" w:cs="Arial"/>
          <w:sz w:val="18"/>
          <w:szCs w:val="18"/>
        </w:rPr>
        <w:t xml:space="preserve"> z siedzibą w Pile, Pl. Staszica 9, 64-920 Piła, wpisaną do Rejestru Przedsiębiorców</w:t>
      </w:r>
      <w:r w:rsidR="00375763">
        <w:rPr>
          <w:rFonts w:ascii="Arial" w:eastAsia="Arial" w:hAnsi="Arial" w:cs="Arial"/>
          <w:sz w:val="18"/>
          <w:szCs w:val="18"/>
        </w:rPr>
        <w:t xml:space="preserve"> </w:t>
      </w:r>
      <w:r w:rsidRPr="00375763">
        <w:rPr>
          <w:rFonts w:ascii="Arial" w:eastAsia="Arial" w:hAnsi="Arial" w:cs="Arial"/>
          <w:sz w:val="18"/>
          <w:szCs w:val="18"/>
        </w:rPr>
        <w:t xml:space="preserve">Krajowego Rejestru Sądowego przez Sąd Rejonowy Poznań-Nowe Miasto i Wilda </w:t>
      </w:r>
      <w:r w:rsidR="00AF492D">
        <w:rPr>
          <w:rFonts w:ascii="Arial" w:eastAsia="Arial" w:hAnsi="Arial" w:cs="Arial"/>
          <w:sz w:val="18"/>
          <w:szCs w:val="18"/>
        </w:rPr>
        <w:br/>
      </w:r>
      <w:r w:rsidRPr="00375763">
        <w:rPr>
          <w:rFonts w:ascii="Arial" w:eastAsia="Arial" w:hAnsi="Arial" w:cs="Arial"/>
          <w:sz w:val="18"/>
          <w:szCs w:val="18"/>
        </w:rPr>
        <w:t xml:space="preserve">w Poznaniu, IX Wydział Gospodarczy Krajowego Rejestru Sądowego pod numerem KRS 0000428139, </w:t>
      </w:r>
      <w:r w:rsidR="00AF492D">
        <w:rPr>
          <w:rFonts w:ascii="Arial" w:eastAsia="Arial" w:hAnsi="Arial" w:cs="Arial"/>
          <w:sz w:val="18"/>
          <w:szCs w:val="18"/>
        </w:rPr>
        <w:br/>
      </w:r>
      <w:r w:rsidRPr="00375763">
        <w:rPr>
          <w:rFonts w:ascii="Arial" w:eastAsia="Arial" w:hAnsi="Arial" w:cs="Arial"/>
          <w:sz w:val="18"/>
          <w:szCs w:val="18"/>
        </w:rPr>
        <w:t>o kapitale zakładowym 981 500 000,00 zł opłaconym w całości, NIP: 5272681258, REGON: 146228632,</w:t>
      </w:r>
      <w:r w:rsidR="008C4CF5">
        <w:rPr>
          <w:rFonts w:ascii="Arial" w:eastAsia="Arial" w:hAnsi="Arial" w:cs="Arial"/>
          <w:sz w:val="18"/>
          <w:szCs w:val="18"/>
        </w:rPr>
        <w:br/>
      </w:r>
      <w:bookmarkEnd w:id="0"/>
      <w:r w:rsidRPr="00375763">
        <w:rPr>
          <w:rFonts w:ascii="Arial" w:eastAsia="Arial" w:hAnsi="Arial" w:cs="Arial"/>
          <w:sz w:val="18"/>
          <w:szCs w:val="18"/>
        </w:rPr>
        <w:t xml:space="preserve"> BDO: 000001095 zwaną w dalszej części umowy </w:t>
      </w:r>
      <w:r w:rsidRPr="00375763">
        <w:rPr>
          <w:rFonts w:ascii="Arial" w:eastAsia="Arial" w:hAnsi="Arial" w:cs="Arial"/>
          <w:b/>
          <w:bCs/>
          <w:sz w:val="18"/>
          <w:szCs w:val="18"/>
        </w:rPr>
        <w:t>„Sprzedającym”</w:t>
      </w:r>
      <w:r w:rsidRPr="00375763">
        <w:rPr>
          <w:rFonts w:ascii="Arial" w:eastAsia="Arial" w:hAnsi="Arial" w:cs="Arial"/>
          <w:sz w:val="18"/>
          <w:szCs w:val="18"/>
        </w:rPr>
        <w:t>, reprezentowaną przez:</w:t>
      </w:r>
    </w:p>
    <w:p w14:paraId="175DCED6" w14:textId="77777777" w:rsidR="009C469A" w:rsidRDefault="009C469A" w:rsidP="00012F79">
      <w:pPr>
        <w:spacing w:line="360" w:lineRule="auto"/>
        <w:ind w:left="424" w:right="20"/>
        <w:jc w:val="both"/>
      </w:pPr>
    </w:p>
    <w:p w14:paraId="52454E0A" w14:textId="2ACF25EE" w:rsidR="009C469A" w:rsidRPr="00012F79" w:rsidRDefault="009C469A" w:rsidP="00012F79">
      <w:pPr>
        <w:numPr>
          <w:ilvl w:val="0"/>
          <w:numId w:val="12"/>
        </w:numPr>
        <w:tabs>
          <w:tab w:val="left" w:pos="844"/>
        </w:tabs>
        <w:spacing w:line="360" w:lineRule="auto"/>
        <w:ind w:left="844" w:hanging="41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……………………………….</w:t>
      </w:r>
      <w:r w:rsidR="00012F79">
        <w:rPr>
          <w:rFonts w:ascii="Arial" w:eastAsia="Arial" w:hAnsi="Arial" w:cs="Arial"/>
          <w:sz w:val="18"/>
          <w:szCs w:val="18"/>
        </w:rPr>
        <w:t>................................................</w:t>
      </w:r>
    </w:p>
    <w:p w14:paraId="30ECBDE0" w14:textId="4DA7C7A5" w:rsidR="009C469A" w:rsidRDefault="009C469A" w:rsidP="00012F79">
      <w:pPr>
        <w:numPr>
          <w:ilvl w:val="0"/>
          <w:numId w:val="12"/>
        </w:numPr>
        <w:tabs>
          <w:tab w:val="left" w:pos="844"/>
        </w:tabs>
        <w:spacing w:line="360" w:lineRule="auto"/>
        <w:ind w:left="844" w:hanging="416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……………………………….</w:t>
      </w:r>
      <w:r w:rsidR="00012F79">
        <w:rPr>
          <w:rFonts w:ascii="Arial" w:eastAsia="Arial" w:hAnsi="Arial" w:cs="Arial"/>
          <w:sz w:val="18"/>
          <w:szCs w:val="18"/>
        </w:rPr>
        <w:t>................................................</w:t>
      </w:r>
    </w:p>
    <w:p w14:paraId="4E4AC4A8" w14:textId="77777777" w:rsidR="009C469A" w:rsidRDefault="009C469A" w:rsidP="00012F79">
      <w:pPr>
        <w:pStyle w:val="Akapitzlist"/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53D5DB4C" w14:textId="256736E7" w:rsidR="009C469A" w:rsidRPr="009C469A" w:rsidRDefault="009C469A" w:rsidP="00012F79">
      <w:pPr>
        <w:tabs>
          <w:tab w:val="left" w:pos="844"/>
        </w:tabs>
        <w:spacing w:line="36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</w:t>
      </w:r>
    </w:p>
    <w:p w14:paraId="0D70A1F9" w14:textId="48510CE9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24E768A0" w14:textId="3708F7D5" w:rsidR="00012F79" w:rsidRPr="00412EC2" w:rsidRDefault="00321DE2" w:rsidP="00321DE2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sz w:val="18"/>
          <w:szCs w:val="18"/>
        </w:rPr>
      </w:pPr>
      <w:r w:rsidRPr="00412EC2">
        <w:rPr>
          <w:rFonts w:ascii="Arial" w:eastAsia="Arial" w:hAnsi="Arial" w:cs="Arial"/>
          <w:sz w:val="18"/>
          <w:szCs w:val="18"/>
        </w:rPr>
        <w:t>przedsiębiorcą …(</w:t>
      </w:r>
      <w:r w:rsidR="009C469A" w:rsidRPr="00412EC2">
        <w:rPr>
          <w:rFonts w:ascii="Arial" w:eastAsia="Arial" w:hAnsi="Arial" w:cs="Arial"/>
          <w:sz w:val="18"/>
          <w:szCs w:val="18"/>
        </w:rPr>
        <w:t>Imię i nazwisko</w:t>
      </w:r>
      <w:r w:rsidRPr="00412EC2">
        <w:rPr>
          <w:rFonts w:ascii="Arial" w:eastAsia="Arial" w:hAnsi="Arial" w:cs="Arial"/>
          <w:sz w:val="18"/>
          <w:szCs w:val="18"/>
        </w:rPr>
        <w:t>)</w:t>
      </w:r>
      <w:r w:rsidR="009C469A" w:rsidRPr="00412EC2">
        <w:rPr>
          <w:rFonts w:ascii="Arial" w:eastAsia="Arial" w:hAnsi="Arial" w:cs="Arial"/>
          <w:sz w:val="18"/>
          <w:szCs w:val="18"/>
        </w:rPr>
        <w:t>……</w:t>
      </w:r>
      <w:r w:rsidRPr="00412EC2">
        <w:rPr>
          <w:rFonts w:ascii="Arial" w:eastAsia="Arial" w:hAnsi="Arial" w:cs="Arial"/>
          <w:sz w:val="18"/>
          <w:szCs w:val="18"/>
        </w:rPr>
        <w:t xml:space="preserve">prowadzącym/ą działalność gospodarczą pod firmą ………………… w …(adres)…wpisanym do Centralnej Ewidencji i Informacji o Działalności Gospodarczej, NIP ……., REGON ………. </w:t>
      </w:r>
      <w:r w:rsidR="00366DDD" w:rsidRPr="00412EC2">
        <w:rPr>
          <w:rFonts w:ascii="Arial" w:eastAsia="Arial" w:hAnsi="Arial" w:cs="Arial"/>
          <w:sz w:val="18"/>
          <w:szCs w:val="18"/>
        </w:rPr>
        <w:t>z</w:t>
      </w:r>
      <w:r w:rsidR="009C469A" w:rsidRPr="00412EC2">
        <w:rPr>
          <w:rFonts w:ascii="Arial" w:eastAsia="Arial" w:hAnsi="Arial" w:cs="Arial"/>
          <w:sz w:val="18"/>
          <w:szCs w:val="18"/>
        </w:rPr>
        <w:t>wan</w:t>
      </w:r>
      <w:r w:rsidRPr="00412EC2">
        <w:rPr>
          <w:rFonts w:ascii="Arial" w:eastAsia="Arial" w:hAnsi="Arial" w:cs="Arial"/>
          <w:sz w:val="18"/>
          <w:szCs w:val="18"/>
        </w:rPr>
        <w:t>ym/ą</w:t>
      </w:r>
      <w:r w:rsidR="009C469A" w:rsidRPr="00412EC2">
        <w:rPr>
          <w:rFonts w:ascii="Arial" w:eastAsia="Arial" w:hAnsi="Arial" w:cs="Arial"/>
          <w:sz w:val="18"/>
          <w:szCs w:val="18"/>
        </w:rPr>
        <w:t xml:space="preserve"> w dalszej części</w:t>
      </w:r>
      <w:r w:rsidR="00012F79" w:rsidRPr="00412EC2">
        <w:rPr>
          <w:rFonts w:ascii="Arial" w:eastAsia="Arial" w:hAnsi="Arial" w:cs="Arial"/>
          <w:sz w:val="18"/>
          <w:szCs w:val="18"/>
        </w:rPr>
        <w:t xml:space="preserve"> </w:t>
      </w:r>
      <w:r w:rsidR="009C469A" w:rsidRPr="00412EC2">
        <w:rPr>
          <w:rFonts w:ascii="Arial" w:eastAsia="Arial" w:hAnsi="Arial" w:cs="Arial"/>
          <w:sz w:val="18"/>
          <w:szCs w:val="18"/>
        </w:rPr>
        <w:t xml:space="preserve">umowy </w:t>
      </w:r>
      <w:r w:rsidR="009C469A" w:rsidRPr="00412EC2">
        <w:rPr>
          <w:rFonts w:ascii="Arial" w:eastAsia="Arial" w:hAnsi="Arial" w:cs="Arial"/>
          <w:b/>
          <w:bCs/>
          <w:sz w:val="18"/>
          <w:szCs w:val="18"/>
        </w:rPr>
        <w:t>„Kupującym”</w:t>
      </w:r>
      <w:r w:rsidR="009C469A" w:rsidRPr="00412EC2">
        <w:rPr>
          <w:rFonts w:ascii="Arial" w:eastAsia="Arial" w:hAnsi="Arial" w:cs="Arial"/>
          <w:sz w:val="18"/>
          <w:szCs w:val="18"/>
        </w:rPr>
        <w:t>, reprezentowan</w:t>
      </w:r>
      <w:r w:rsidRPr="00412EC2">
        <w:rPr>
          <w:rFonts w:ascii="Arial" w:eastAsia="Arial" w:hAnsi="Arial" w:cs="Arial"/>
          <w:sz w:val="18"/>
          <w:szCs w:val="18"/>
        </w:rPr>
        <w:t>ym/</w:t>
      </w:r>
      <w:r w:rsidR="009C469A" w:rsidRPr="00412EC2">
        <w:rPr>
          <w:rFonts w:ascii="Arial" w:eastAsia="Arial" w:hAnsi="Arial" w:cs="Arial"/>
          <w:sz w:val="18"/>
          <w:szCs w:val="18"/>
        </w:rPr>
        <w:t>ą</w:t>
      </w:r>
      <w:r w:rsidRPr="00412EC2">
        <w:rPr>
          <w:rFonts w:ascii="Arial" w:eastAsia="Arial" w:hAnsi="Arial" w:cs="Arial"/>
          <w:sz w:val="18"/>
          <w:szCs w:val="18"/>
        </w:rPr>
        <w:t xml:space="preserve"> przez:</w:t>
      </w:r>
    </w:p>
    <w:p w14:paraId="094AA022" w14:textId="1480D954" w:rsidR="00321DE2" w:rsidRDefault="00321DE2" w:rsidP="00C73731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color w:val="00B0F0"/>
          <w:sz w:val="18"/>
          <w:szCs w:val="18"/>
        </w:rPr>
      </w:pPr>
      <w:r w:rsidRPr="00412EC2">
        <w:rPr>
          <w:rFonts w:ascii="Arial" w:eastAsia="Arial" w:hAnsi="Arial" w:cs="Arial"/>
          <w:sz w:val="18"/>
          <w:szCs w:val="18"/>
        </w:rPr>
        <w:t>Przedsiębiorcę …………………………………………………………………..</w:t>
      </w:r>
    </w:p>
    <w:p w14:paraId="31A36ABA" w14:textId="65423065" w:rsidR="00115DDA" w:rsidRDefault="00115DDA" w:rsidP="00115DDA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color w:val="00B0F0"/>
          <w:sz w:val="18"/>
          <w:szCs w:val="18"/>
        </w:rPr>
      </w:pPr>
    </w:p>
    <w:p w14:paraId="37476FD4" w14:textId="4A99E963" w:rsidR="00115DDA" w:rsidRDefault="00115DDA" w:rsidP="00115DDA">
      <w:pPr>
        <w:tabs>
          <w:tab w:val="left" w:pos="424"/>
        </w:tabs>
        <w:spacing w:line="360" w:lineRule="auto"/>
        <w:ind w:right="60"/>
        <w:jc w:val="both"/>
        <w:rPr>
          <w:rFonts w:ascii="Arial" w:eastAsia="Arial" w:hAnsi="Arial" w:cs="Arial"/>
          <w:color w:val="00B0F0"/>
          <w:sz w:val="18"/>
          <w:szCs w:val="18"/>
        </w:rPr>
      </w:pPr>
    </w:p>
    <w:p w14:paraId="4ED2D3DC" w14:textId="77777777" w:rsidR="009C469A" w:rsidRDefault="009C469A" w:rsidP="00012F79">
      <w:pPr>
        <w:numPr>
          <w:ilvl w:val="3"/>
          <w:numId w:val="13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</w:t>
      </w:r>
    </w:p>
    <w:p w14:paraId="0916868D" w14:textId="77777777" w:rsidR="009C469A" w:rsidRDefault="009C469A" w:rsidP="00012F79">
      <w:pPr>
        <w:spacing w:line="360" w:lineRule="auto"/>
        <w:rPr>
          <w:rFonts w:ascii="Arial" w:eastAsia="Arial" w:hAnsi="Arial" w:cs="Arial"/>
          <w:sz w:val="18"/>
          <w:szCs w:val="18"/>
        </w:rPr>
      </w:pPr>
    </w:p>
    <w:p w14:paraId="2C488C36" w14:textId="76487233" w:rsidR="00321DE2" w:rsidRPr="00321DE2" w:rsidRDefault="009C469A" w:rsidP="00012F79">
      <w:pPr>
        <w:numPr>
          <w:ilvl w:val="1"/>
          <w:numId w:val="13"/>
        </w:numPr>
        <w:tabs>
          <w:tab w:val="left" w:pos="424"/>
        </w:tabs>
        <w:spacing w:line="360" w:lineRule="auto"/>
        <w:ind w:left="424" w:hanging="356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Na mocy niniejszej umowy Sprzedający sprzedaje, a Kupujący kupuje </w:t>
      </w:r>
      <w:r w:rsidR="00321DE2" w:rsidRPr="00412EC2">
        <w:rPr>
          <w:rFonts w:ascii="Arial" w:eastAsia="Arial" w:hAnsi="Arial" w:cs="Arial"/>
          <w:sz w:val="18"/>
          <w:szCs w:val="18"/>
        </w:rPr>
        <w:t>następujące materiały:</w:t>
      </w:r>
    </w:p>
    <w:p w14:paraId="545205E3" w14:textId="16AA2A27" w:rsidR="00321DE2" w:rsidRPr="002C7419" w:rsidRDefault="00321DE2" w:rsidP="00321DE2">
      <w:pPr>
        <w:tabs>
          <w:tab w:val="left" w:pos="424"/>
        </w:tabs>
        <w:spacing w:line="360" w:lineRule="auto"/>
        <w:ind w:left="424"/>
        <w:rPr>
          <w:rFonts w:eastAsia="Times New Roman"/>
        </w:rPr>
      </w:pPr>
      <w:r w:rsidRPr="00412EC2">
        <w:rPr>
          <w:rFonts w:ascii="Arial" w:eastAsia="Arial" w:hAnsi="Arial" w:cs="Arial"/>
          <w:sz w:val="18"/>
          <w:szCs w:val="18"/>
        </w:rPr>
        <w:t>- …………………………………….</w:t>
      </w:r>
    </w:p>
    <w:p w14:paraId="3ABA70DD" w14:textId="6E81C778" w:rsidR="009C469A" w:rsidRPr="00321DE2" w:rsidRDefault="009C469A" w:rsidP="00321DE2">
      <w:pPr>
        <w:tabs>
          <w:tab w:val="left" w:pos="424"/>
        </w:tabs>
        <w:spacing w:line="360" w:lineRule="auto"/>
        <w:ind w:left="424"/>
        <w:rPr>
          <w:rFonts w:eastAsia="Times New Roman"/>
        </w:rPr>
      </w:pPr>
      <w:r w:rsidRPr="00321DE2">
        <w:rPr>
          <w:rFonts w:ascii="Arial" w:eastAsia="Arial" w:hAnsi="Arial" w:cs="Arial"/>
          <w:sz w:val="18"/>
          <w:szCs w:val="18"/>
        </w:rPr>
        <w:t xml:space="preserve">zwane dalej </w:t>
      </w:r>
      <w:r w:rsidR="00321DE2">
        <w:rPr>
          <w:rFonts w:ascii="Arial" w:eastAsia="Arial" w:hAnsi="Arial" w:cs="Arial"/>
          <w:sz w:val="18"/>
          <w:szCs w:val="18"/>
        </w:rPr>
        <w:t>P</w:t>
      </w:r>
      <w:r w:rsidRPr="00321DE2">
        <w:rPr>
          <w:rFonts w:ascii="Arial" w:eastAsia="Arial" w:hAnsi="Arial" w:cs="Arial"/>
          <w:sz w:val="18"/>
          <w:szCs w:val="18"/>
        </w:rPr>
        <w:t>rzedmiotem umowy.</w:t>
      </w:r>
    </w:p>
    <w:p w14:paraId="1D8894B8" w14:textId="26C5B916" w:rsidR="009C469A" w:rsidRDefault="009C469A" w:rsidP="00012F79">
      <w:pPr>
        <w:numPr>
          <w:ilvl w:val="1"/>
          <w:numId w:val="13"/>
        </w:numPr>
        <w:tabs>
          <w:tab w:val="left" w:pos="424"/>
        </w:tabs>
        <w:spacing w:line="360" w:lineRule="auto"/>
        <w:ind w:left="424" w:right="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Sprzedający oświadcza,</w:t>
      </w:r>
      <w:r w:rsidR="009A7DFD">
        <w:rPr>
          <w:rFonts w:ascii="Arial" w:eastAsia="Arial" w:hAnsi="Arial" w:cs="Arial"/>
          <w:sz w:val="18"/>
          <w:szCs w:val="18"/>
        </w:rPr>
        <w:t xml:space="preserve"> że </w:t>
      </w:r>
      <w:r w:rsidR="00B477CE" w:rsidRPr="00B94CFC">
        <w:rPr>
          <w:rFonts w:ascii="Arial" w:eastAsia="Arial" w:hAnsi="Arial" w:cs="Arial"/>
          <w:sz w:val="18"/>
          <w:szCs w:val="18"/>
        </w:rPr>
        <w:t xml:space="preserve">Przedmiot </w:t>
      </w:r>
      <w:r>
        <w:rPr>
          <w:rFonts w:ascii="Arial" w:eastAsia="Arial" w:hAnsi="Arial" w:cs="Arial"/>
          <w:sz w:val="18"/>
          <w:szCs w:val="18"/>
        </w:rPr>
        <w:t>niniejszej umowy stanowi jego własność i jest wolny od wad prawnych, praw osób trzecich oraz nie toczy się żadne postępowanie, które</w:t>
      </w:r>
      <w:r w:rsidR="00115DDA">
        <w:rPr>
          <w:rFonts w:ascii="Arial" w:eastAsia="Arial" w:hAnsi="Arial" w:cs="Arial"/>
          <w:sz w:val="18"/>
          <w:szCs w:val="18"/>
        </w:rPr>
        <w:t xml:space="preserve"> obejmuje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="00115DDA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</w:t>
      </w:r>
      <w:r w:rsidR="00115DDA">
        <w:rPr>
          <w:rFonts w:ascii="Arial" w:eastAsia="Arial" w:hAnsi="Arial" w:cs="Arial"/>
          <w:sz w:val="18"/>
          <w:szCs w:val="18"/>
        </w:rPr>
        <w:t xml:space="preserve">t umowy </w:t>
      </w:r>
      <w:r>
        <w:rPr>
          <w:rFonts w:ascii="Arial" w:eastAsia="Arial" w:hAnsi="Arial" w:cs="Arial"/>
          <w:sz w:val="18"/>
          <w:szCs w:val="18"/>
        </w:rPr>
        <w:t xml:space="preserve"> i nie stanowi on również przedmiotu zabezpieczenia.</w:t>
      </w:r>
    </w:p>
    <w:p w14:paraId="47732C27" w14:textId="1911B3A1" w:rsidR="00C3738E" w:rsidRDefault="00C3738E" w:rsidP="00C3738E">
      <w:pPr>
        <w:tabs>
          <w:tab w:val="left" w:pos="4564"/>
        </w:tabs>
        <w:spacing w:line="360" w:lineRule="auto"/>
        <w:ind w:left="4564"/>
        <w:rPr>
          <w:rFonts w:ascii="Arial" w:eastAsia="Arial" w:hAnsi="Arial" w:cs="Arial"/>
          <w:sz w:val="18"/>
          <w:szCs w:val="18"/>
        </w:rPr>
      </w:pPr>
    </w:p>
    <w:p w14:paraId="5724DE1C" w14:textId="77777777" w:rsidR="00C3738E" w:rsidRPr="00C3738E" w:rsidRDefault="00C3738E" w:rsidP="00C3738E">
      <w:pPr>
        <w:tabs>
          <w:tab w:val="left" w:pos="4564"/>
        </w:tabs>
        <w:spacing w:line="360" w:lineRule="auto"/>
        <w:ind w:left="4564"/>
        <w:rPr>
          <w:rFonts w:ascii="Arial" w:eastAsia="Arial" w:hAnsi="Arial" w:cs="Arial"/>
          <w:sz w:val="18"/>
          <w:szCs w:val="18"/>
        </w:rPr>
      </w:pPr>
    </w:p>
    <w:p w14:paraId="072BAA76" w14:textId="712C317B" w:rsidR="009C469A" w:rsidRPr="00C3738E" w:rsidRDefault="009C469A" w:rsidP="00012F79">
      <w:pPr>
        <w:numPr>
          <w:ilvl w:val="3"/>
          <w:numId w:val="13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2</w:t>
      </w:r>
    </w:p>
    <w:p w14:paraId="2D0C8389" w14:textId="73A4F026" w:rsidR="009C469A" w:rsidRPr="00A44B22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Kupujący oświadcza, że znany jest mu stan techniczny </w:t>
      </w:r>
      <w:r w:rsidR="00115DDA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rzedmiotu umowy,</w:t>
      </w:r>
      <w:r w:rsidR="00D3543F">
        <w:rPr>
          <w:rFonts w:ascii="Arial" w:eastAsia="Arial" w:hAnsi="Arial" w:cs="Arial"/>
          <w:sz w:val="18"/>
          <w:szCs w:val="18"/>
        </w:rPr>
        <w:t xml:space="preserve"> nie wnosi do niego zastrzeżeń </w:t>
      </w:r>
      <w:r w:rsidR="005C3930">
        <w:rPr>
          <w:rFonts w:ascii="Arial" w:eastAsia="Arial" w:hAnsi="Arial" w:cs="Arial"/>
          <w:sz w:val="18"/>
          <w:szCs w:val="18"/>
        </w:rPr>
        <w:t xml:space="preserve">i </w:t>
      </w:r>
      <w:r w:rsidRPr="00A44B22">
        <w:rPr>
          <w:rFonts w:ascii="Arial" w:eastAsia="Arial" w:hAnsi="Arial" w:cs="Arial"/>
          <w:sz w:val="18"/>
          <w:szCs w:val="18"/>
        </w:rPr>
        <w:t xml:space="preserve">z tego tytułu nie będzie </w:t>
      </w:r>
      <w:r w:rsidR="00D3543F">
        <w:rPr>
          <w:rFonts w:ascii="Arial" w:eastAsia="Arial" w:hAnsi="Arial" w:cs="Arial"/>
          <w:sz w:val="18"/>
          <w:szCs w:val="18"/>
        </w:rPr>
        <w:t>wnosił</w:t>
      </w:r>
      <w:r w:rsidRPr="00A44B22">
        <w:rPr>
          <w:rFonts w:ascii="Arial" w:eastAsia="Arial" w:hAnsi="Arial" w:cs="Arial"/>
          <w:sz w:val="18"/>
          <w:szCs w:val="18"/>
        </w:rPr>
        <w:t xml:space="preserve"> żadnych </w:t>
      </w:r>
      <w:r w:rsidR="00F71368">
        <w:rPr>
          <w:rFonts w:ascii="Arial" w:eastAsia="Arial" w:hAnsi="Arial" w:cs="Arial"/>
          <w:sz w:val="18"/>
          <w:szCs w:val="18"/>
        </w:rPr>
        <w:t xml:space="preserve">roszczeń </w:t>
      </w:r>
      <w:r w:rsidRPr="00A44B22">
        <w:rPr>
          <w:rFonts w:ascii="Arial" w:eastAsia="Arial" w:hAnsi="Arial" w:cs="Arial"/>
          <w:sz w:val="18"/>
          <w:szCs w:val="18"/>
        </w:rPr>
        <w:t>do Sprzedającego.</w:t>
      </w:r>
    </w:p>
    <w:p w14:paraId="42E98DB5" w14:textId="31E4027D" w:rsidR="009C469A" w:rsidRPr="00FB2564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 w:rsidRPr="00A44B22">
        <w:rPr>
          <w:rFonts w:ascii="Arial" w:eastAsia="Arial" w:hAnsi="Arial" w:cs="Arial"/>
          <w:sz w:val="18"/>
          <w:szCs w:val="18"/>
        </w:rPr>
        <w:lastRenderedPageBreak/>
        <w:t>Sprzedający powiadomi Kupującego na piśmie</w:t>
      </w:r>
      <w:r w:rsidR="00114ECE">
        <w:rPr>
          <w:rFonts w:ascii="Arial" w:eastAsia="Arial" w:hAnsi="Arial" w:cs="Arial"/>
          <w:sz w:val="18"/>
          <w:szCs w:val="18"/>
        </w:rPr>
        <w:t xml:space="preserve"> lub pocztą elektronicz</w:t>
      </w:r>
      <w:r w:rsidR="000F65EF">
        <w:rPr>
          <w:rFonts w:ascii="Arial" w:eastAsia="Arial" w:hAnsi="Arial" w:cs="Arial"/>
          <w:sz w:val="18"/>
          <w:szCs w:val="18"/>
        </w:rPr>
        <w:t>n</w:t>
      </w:r>
      <w:r w:rsidR="00114ECE">
        <w:rPr>
          <w:rFonts w:ascii="Arial" w:eastAsia="Arial" w:hAnsi="Arial" w:cs="Arial"/>
          <w:sz w:val="18"/>
          <w:szCs w:val="18"/>
        </w:rPr>
        <w:t>ą</w:t>
      </w:r>
      <w:r w:rsidRPr="00A44B22">
        <w:rPr>
          <w:rFonts w:ascii="Arial" w:eastAsia="Arial" w:hAnsi="Arial" w:cs="Arial"/>
          <w:sz w:val="18"/>
          <w:szCs w:val="18"/>
        </w:rPr>
        <w:t xml:space="preserve"> o terminie odbioru </w:t>
      </w:r>
      <w:r w:rsidR="00D11130">
        <w:rPr>
          <w:rFonts w:ascii="Arial" w:eastAsia="Arial" w:hAnsi="Arial" w:cs="Arial"/>
          <w:sz w:val="18"/>
          <w:szCs w:val="18"/>
        </w:rPr>
        <w:t>P</w:t>
      </w:r>
      <w:r w:rsidRPr="00A44B22">
        <w:rPr>
          <w:rFonts w:ascii="Arial" w:eastAsia="Arial" w:hAnsi="Arial" w:cs="Arial"/>
          <w:sz w:val="18"/>
          <w:szCs w:val="18"/>
        </w:rPr>
        <w:t>rzedmiotu umowy. Odbiór nastąpi transportem własnym</w:t>
      </w:r>
      <w:r w:rsidR="00A54ADB">
        <w:rPr>
          <w:rFonts w:ascii="Arial" w:eastAsia="Arial" w:hAnsi="Arial" w:cs="Arial"/>
          <w:sz w:val="18"/>
          <w:szCs w:val="18"/>
        </w:rPr>
        <w:t xml:space="preserve"> </w:t>
      </w:r>
      <w:r w:rsidR="00D11130">
        <w:rPr>
          <w:rFonts w:ascii="Arial" w:eastAsia="Arial" w:hAnsi="Arial" w:cs="Arial"/>
          <w:sz w:val="18"/>
          <w:szCs w:val="18"/>
        </w:rPr>
        <w:t xml:space="preserve"> </w:t>
      </w:r>
      <w:r w:rsidRPr="00A44B22">
        <w:rPr>
          <w:rFonts w:ascii="Arial" w:eastAsia="Arial" w:hAnsi="Arial" w:cs="Arial"/>
          <w:sz w:val="18"/>
          <w:szCs w:val="18"/>
        </w:rPr>
        <w:t xml:space="preserve">Kupującego po przedstawieniu dowodu zapłaty ceny sprzedaży </w:t>
      </w:r>
      <w:r w:rsidR="00734234" w:rsidRPr="00A44B22">
        <w:rPr>
          <w:rFonts w:ascii="Arial" w:eastAsia="Arial" w:hAnsi="Arial" w:cs="Arial"/>
          <w:sz w:val="18"/>
          <w:szCs w:val="18"/>
        </w:rPr>
        <w:t>na podstawie wystawionej przez Sprzedającego faktury proforma/zaliczkowa.</w:t>
      </w:r>
    </w:p>
    <w:p w14:paraId="7136A804" w14:textId="5309804C" w:rsidR="00A54ADB" w:rsidRPr="00A44B22" w:rsidRDefault="00A54ADB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Załadunek przedmiotu umowy wykona Sprzedający własnym sprzętem załadowczym</w:t>
      </w:r>
      <w:r w:rsidR="00983124">
        <w:rPr>
          <w:rFonts w:ascii="Arial" w:eastAsia="Arial" w:hAnsi="Arial" w:cs="Arial"/>
          <w:sz w:val="18"/>
          <w:szCs w:val="18"/>
        </w:rPr>
        <w:t xml:space="preserve"> na koszt Kupującego</w:t>
      </w:r>
      <w:r>
        <w:rPr>
          <w:rFonts w:ascii="Arial" w:eastAsia="Arial" w:hAnsi="Arial" w:cs="Arial"/>
          <w:sz w:val="18"/>
          <w:szCs w:val="18"/>
        </w:rPr>
        <w:t>.</w:t>
      </w:r>
    </w:p>
    <w:p w14:paraId="0FD5D161" w14:textId="791EB28C" w:rsidR="009C469A" w:rsidRPr="00DC7C83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Ryzyko utraty, uszkodzenia bądź pogorszenia </w:t>
      </w:r>
      <w:r w:rsidR="00D11130">
        <w:rPr>
          <w:rFonts w:ascii="Arial" w:eastAsia="Arial" w:hAnsi="Arial" w:cs="Arial"/>
          <w:sz w:val="18"/>
          <w:szCs w:val="18"/>
        </w:rPr>
        <w:t>P</w:t>
      </w:r>
      <w:r>
        <w:rPr>
          <w:rFonts w:ascii="Arial" w:eastAsia="Arial" w:hAnsi="Arial" w:cs="Arial"/>
          <w:sz w:val="18"/>
          <w:szCs w:val="18"/>
        </w:rPr>
        <w:t>rzedmiotu umowy od chwili jego wydania</w:t>
      </w:r>
      <w:r w:rsidR="00D11130">
        <w:rPr>
          <w:rFonts w:ascii="Arial" w:eastAsia="Arial" w:hAnsi="Arial" w:cs="Arial"/>
          <w:sz w:val="18"/>
          <w:szCs w:val="18"/>
        </w:rPr>
        <w:t xml:space="preserve"> do załadunku </w:t>
      </w:r>
      <w:r>
        <w:rPr>
          <w:rFonts w:ascii="Arial" w:eastAsia="Arial" w:hAnsi="Arial" w:cs="Arial"/>
          <w:sz w:val="18"/>
          <w:szCs w:val="18"/>
        </w:rPr>
        <w:t xml:space="preserve"> ponosi Kupujący.</w:t>
      </w:r>
    </w:p>
    <w:p w14:paraId="18CE2A77" w14:textId="77777777" w:rsidR="009C469A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Dla przedmiotu umowy sprzedaży zostanie sporządzony protokół zdawczo-odbiorczy.</w:t>
      </w:r>
    </w:p>
    <w:p w14:paraId="501567CA" w14:textId="4E22D11B" w:rsidR="009C469A" w:rsidRPr="00FB2564" w:rsidRDefault="009C469A" w:rsidP="00DC7C83">
      <w:pPr>
        <w:numPr>
          <w:ilvl w:val="0"/>
          <w:numId w:val="14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Wszelkie koszty związane ze sprzedażą przedmiotu umowy pokrywa Kupujący.</w:t>
      </w:r>
    </w:p>
    <w:p w14:paraId="67094081" w14:textId="77777777" w:rsidR="009C469A" w:rsidRDefault="009C469A" w:rsidP="00012F79">
      <w:pPr>
        <w:spacing w:line="360" w:lineRule="auto"/>
        <w:rPr>
          <w:rFonts w:eastAsia="Times New Roman"/>
        </w:rPr>
      </w:pPr>
    </w:p>
    <w:p w14:paraId="3B740FEB" w14:textId="518B3A0C" w:rsidR="009C469A" w:rsidRPr="00B45041" w:rsidRDefault="009C469A" w:rsidP="00012F79">
      <w:pPr>
        <w:numPr>
          <w:ilvl w:val="1"/>
          <w:numId w:val="14"/>
        </w:numPr>
        <w:tabs>
          <w:tab w:val="left" w:pos="4564"/>
        </w:tabs>
        <w:spacing w:line="360" w:lineRule="auto"/>
        <w:ind w:left="4564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3</w:t>
      </w:r>
    </w:p>
    <w:p w14:paraId="4149C737" w14:textId="199DE1DC" w:rsidR="00D3543F" w:rsidRPr="00985C44" w:rsidRDefault="009C469A" w:rsidP="00012F79">
      <w:pPr>
        <w:numPr>
          <w:ilvl w:val="0"/>
          <w:numId w:val="15"/>
        </w:numPr>
        <w:tabs>
          <w:tab w:val="left" w:pos="424"/>
        </w:tabs>
        <w:spacing w:line="360" w:lineRule="auto"/>
        <w:ind w:left="424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Kupujący zobowiązuje się zapłacić</w:t>
      </w:r>
      <w:r w:rsidR="00D3543F"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za</w:t>
      </w:r>
      <w:r w:rsidR="00D3543F">
        <w:rPr>
          <w:rFonts w:ascii="Arial" w:eastAsia="Arial" w:hAnsi="Arial" w:cs="Arial"/>
          <w:sz w:val="18"/>
          <w:szCs w:val="18"/>
        </w:rPr>
        <w:t>:</w:t>
      </w:r>
    </w:p>
    <w:p w14:paraId="2D3B122B" w14:textId="4B5D5387" w:rsidR="009C469A" w:rsidRPr="00D3543F" w:rsidRDefault="009C469A" w:rsidP="00985C44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97CA0" w:rsidRPr="00985C44">
        <w:rPr>
          <w:rFonts w:ascii="Arial" w:eastAsia="Arial" w:hAnsi="Arial" w:cs="Arial"/>
          <w:sz w:val="18"/>
          <w:szCs w:val="18"/>
        </w:rPr>
        <w:t>opisany w § 1 ust. 1  P</w:t>
      </w:r>
      <w:r w:rsidRPr="00985C44">
        <w:rPr>
          <w:rFonts w:ascii="Arial" w:eastAsia="Arial" w:hAnsi="Arial" w:cs="Arial"/>
          <w:sz w:val="18"/>
          <w:szCs w:val="18"/>
        </w:rPr>
        <w:t>rzedmiot umow</w:t>
      </w:r>
      <w:r w:rsidR="00497CA0" w:rsidRPr="00985C44">
        <w:rPr>
          <w:rFonts w:ascii="Arial" w:eastAsia="Arial" w:hAnsi="Arial" w:cs="Arial"/>
          <w:sz w:val="18"/>
          <w:szCs w:val="18"/>
        </w:rPr>
        <w:t>y</w:t>
      </w:r>
      <w:r w:rsidRPr="00985C44">
        <w:rPr>
          <w:rFonts w:ascii="Arial" w:eastAsia="Arial" w:hAnsi="Arial" w:cs="Arial"/>
          <w:sz w:val="18"/>
          <w:szCs w:val="18"/>
        </w:rPr>
        <w:t xml:space="preserve"> cenę</w:t>
      </w:r>
      <w:r w:rsidR="0069150E">
        <w:rPr>
          <w:rFonts w:ascii="Arial" w:eastAsia="Arial" w:hAnsi="Arial" w:cs="Arial"/>
          <w:sz w:val="18"/>
          <w:szCs w:val="18"/>
        </w:rPr>
        <w:t xml:space="preserve"> </w:t>
      </w:r>
      <w:r w:rsidR="0069150E" w:rsidRPr="00EA27DE">
        <w:rPr>
          <w:rFonts w:ascii="Arial" w:eastAsia="Arial" w:hAnsi="Arial" w:cs="Arial"/>
          <w:sz w:val="18"/>
          <w:szCs w:val="18"/>
        </w:rPr>
        <w:t>pomniejszoną o kwotę wpłaconego wadium</w:t>
      </w:r>
      <w:r w:rsidRPr="00EA27DE">
        <w:rPr>
          <w:rFonts w:ascii="Arial" w:eastAsia="Arial" w:hAnsi="Arial" w:cs="Arial"/>
          <w:sz w:val="18"/>
          <w:szCs w:val="18"/>
        </w:rPr>
        <w:t xml:space="preserve"> </w:t>
      </w:r>
      <w:r w:rsidRPr="00985C44">
        <w:rPr>
          <w:rFonts w:ascii="Arial" w:eastAsia="Arial" w:hAnsi="Arial" w:cs="Arial"/>
          <w:sz w:val="18"/>
          <w:szCs w:val="18"/>
        </w:rPr>
        <w:t>w wysokości ………………zł/</w:t>
      </w:r>
      <w:r w:rsidR="009A7BAB" w:rsidRPr="00985C44">
        <w:rPr>
          <w:rFonts w:ascii="Arial" w:eastAsia="Arial" w:hAnsi="Arial" w:cs="Arial"/>
          <w:sz w:val="18"/>
          <w:szCs w:val="18"/>
        </w:rPr>
        <w:t>t</w:t>
      </w: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97CA0" w:rsidRPr="00985C44">
        <w:rPr>
          <w:rFonts w:ascii="Arial" w:eastAsia="Arial" w:hAnsi="Arial" w:cs="Arial"/>
          <w:sz w:val="18"/>
          <w:szCs w:val="18"/>
        </w:rPr>
        <w:t>netto</w:t>
      </w:r>
      <w:r w:rsidRPr="00985C44">
        <w:rPr>
          <w:rFonts w:ascii="Arial" w:eastAsia="Arial" w:hAnsi="Arial" w:cs="Arial"/>
          <w:sz w:val="18"/>
          <w:szCs w:val="18"/>
        </w:rPr>
        <w:t xml:space="preserve"> (słownie:……………….</w:t>
      </w:r>
      <w:r w:rsidR="009A7BAB" w:rsidRPr="00985C44">
        <w:rPr>
          <w:rFonts w:ascii="Arial" w:eastAsia="Arial" w:hAnsi="Arial" w:cs="Arial"/>
          <w:sz w:val="18"/>
          <w:szCs w:val="18"/>
        </w:rPr>
        <w:t>.......</w:t>
      </w:r>
      <w:r w:rsidRPr="00985C44">
        <w:rPr>
          <w:rFonts w:ascii="Arial" w:eastAsia="Arial" w:hAnsi="Arial" w:cs="Arial"/>
          <w:sz w:val="18"/>
          <w:szCs w:val="18"/>
        </w:rPr>
        <w:t>…… złotych),</w:t>
      </w:r>
      <w:r w:rsidR="00497CA0" w:rsidRPr="00B94CFC">
        <w:rPr>
          <w:rFonts w:ascii="Arial" w:eastAsia="Arial" w:hAnsi="Arial" w:cs="Arial"/>
          <w:sz w:val="18"/>
          <w:szCs w:val="18"/>
        </w:rPr>
        <w:t xml:space="preserve"> </w:t>
      </w:r>
      <w:r w:rsidR="00B477CE" w:rsidRPr="00B94CFC">
        <w:rPr>
          <w:rFonts w:ascii="Arial" w:eastAsia="Arial" w:hAnsi="Arial" w:cs="Arial"/>
          <w:sz w:val="18"/>
          <w:szCs w:val="18"/>
        </w:rPr>
        <w:t xml:space="preserve">powiększoną </w:t>
      </w:r>
      <w:r w:rsidR="00497CA0" w:rsidRPr="00985C44">
        <w:rPr>
          <w:rFonts w:ascii="Arial" w:eastAsia="Arial" w:hAnsi="Arial" w:cs="Arial"/>
          <w:sz w:val="18"/>
          <w:szCs w:val="18"/>
        </w:rPr>
        <w:t>o właściwy podatek VAT obowiązujący w dacie wystawienia faktu</w:t>
      </w:r>
      <w:r w:rsidR="00114ECE" w:rsidRPr="00985C44">
        <w:rPr>
          <w:rFonts w:ascii="Arial" w:eastAsia="Arial" w:hAnsi="Arial" w:cs="Arial"/>
          <w:sz w:val="18"/>
          <w:szCs w:val="18"/>
        </w:rPr>
        <w:t>ry, brutto ……..</w:t>
      </w:r>
      <w:r w:rsidR="00465AB7" w:rsidRPr="00985C44">
        <w:rPr>
          <w:rFonts w:ascii="Arial" w:eastAsia="Arial" w:hAnsi="Arial" w:cs="Arial"/>
          <w:sz w:val="18"/>
          <w:szCs w:val="18"/>
        </w:rPr>
        <w:t xml:space="preserve"> </w:t>
      </w:r>
      <w:r w:rsidR="002909D2" w:rsidRPr="00985C44">
        <w:rPr>
          <w:rFonts w:ascii="Arial" w:eastAsia="Arial" w:hAnsi="Arial" w:cs="Arial"/>
          <w:sz w:val="18"/>
          <w:szCs w:val="18"/>
        </w:rPr>
        <w:t xml:space="preserve"> Faktura VAT zostanie wystawiona przez Sprzedającego w oparciu o </w:t>
      </w:r>
      <w:r w:rsidR="00FF36DA" w:rsidRPr="00985C44">
        <w:rPr>
          <w:rFonts w:ascii="Arial" w:eastAsia="Arial" w:hAnsi="Arial" w:cs="Arial"/>
          <w:sz w:val="18"/>
          <w:szCs w:val="18"/>
        </w:rPr>
        <w:t xml:space="preserve">umowę sprzedaży, </w:t>
      </w:r>
      <w:r w:rsidR="002909D2" w:rsidRPr="00985C44">
        <w:rPr>
          <w:rFonts w:ascii="Arial" w:eastAsia="Arial" w:hAnsi="Arial" w:cs="Arial"/>
          <w:sz w:val="18"/>
          <w:szCs w:val="18"/>
        </w:rPr>
        <w:t>dokumenty ważenia</w:t>
      </w:r>
      <w:r w:rsidR="00A44B22" w:rsidRPr="00985C44">
        <w:rPr>
          <w:rFonts w:ascii="Arial" w:eastAsia="Arial" w:hAnsi="Arial" w:cs="Arial"/>
          <w:sz w:val="18"/>
          <w:szCs w:val="18"/>
        </w:rPr>
        <w:t xml:space="preserve">, </w:t>
      </w:r>
      <w:r w:rsidR="002909D2" w:rsidRPr="00985C44">
        <w:rPr>
          <w:rFonts w:ascii="Arial" w:eastAsia="Arial" w:hAnsi="Arial" w:cs="Arial"/>
          <w:sz w:val="18"/>
          <w:szCs w:val="18"/>
        </w:rPr>
        <w:t>dokumenty wydania z magazynu (WZ)</w:t>
      </w:r>
      <w:r w:rsidR="00A44B22" w:rsidRPr="00985C44">
        <w:rPr>
          <w:rFonts w:ascii="Arial" w:eastAsia="Arial" w:hAnsi="Arial" w:cs="Arial"/>
          <w:sz w:val="18"/>
          <w:szCs w:val="18"/>
        </w:rPr>
        <w:t xml:space="preserve"> oraz fakturę proforma/zaliczkową. </w:t>
      </w:r>
    </w:p>
    <w:p w14:paraId="6E9A2057" w14:textId="5CF7B2F2" w:rsidR="00D3543F" w:rsidRPr="00985C44" w:rsidRDefault="005C3930" w:rsidP="00D3543F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eastAsia="Times New Roman"/>
        </w:rPr>
      </w:pPr>
      <w:r w:rsidRPr="00985C44">
        <w:rPr>
          <w:rFonts w:ascii="Arial" w:eastAsia="Arial" w:hAnsi="Arial" w:cs="Arial"/>
          <w:sz w:val="18"/>
          <w:szCs w:val="18"/>
        </w:rPr>
        <w:t>wykonaną przez</w:t>
      </w:r>
      <w:r w:rsidRPr="009A7DFD">
        <w:rPr>
          <w:rFonts w:ascii="Arial" w:eastAsia="Arial" w:hAnsi="Arial" w:cs="Arial"/>
          <w:color w:val="FF0000"/>
          <w:sz w:val="18"/>
          <w:szCs w:val="18"/>
        </w:rPr>
        <w:t xml:space="preserve"> </w:t>
      </w:r>
      <w:r w:rsidR="00B477CE" w:rsidRPr="00B94CFC">
        <w:rPr>
          <w:rFonts w:ascii="Arial" w:eastAsia="Arial" w:hAnsi="Arial" w:cs="Arial"/>
          <w:sz w:val="18"/>
          <w:szCs w:val="18"/>
        </w:rPr>
        <w:t xml:space="preserve">Sprzedającego </w:t>
      </w:r>
      <w:r w:rsidRPr="00985C44">
        <w:rPr>
          <w:rFonts w:ascii="Arial" w:eastAsia="Arial" w:hAnsi="Arial" w:cs="Arial"/>
          <w:sz w:val="18"/>
          <w:szCs w:val="18"/>
        </w:rPr>
        <w:t>usługę załadunku Przedmiotu umowy na środki transportu podstawione przez Kupującego</w:t>
      </w:r>
      <w:r w:rsidR="00985C44">
        <w:rPr>
          <w:rFonts w:ascii="Arial" w:eastAsia="Arial" w:hAnsi="Arial" w:cs="Arial"/>
          <w:sz w:val="18"/>
          <w:szCs w:val="18"/>
        </w:rPr>
        <w:t xml:space="preserve"> </w:t>
      </w:r>
      <w:r w:rsidR="00F441E9">
        <w:rPr>
          <w:rFonts w:ascii="Arial" w:eastAsia="Arial" w:hAnsi="Arial" w:cs="Arial"/>
          <w:sz w:val="18"/>
          <w:szCs w:val="18"/>
        </w:rPr>
        <w:t xml:space="preserve"> w oparciu o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 liczb</w:t>
      </w:r>
      <w:r w:rsidR="00F441E9">
        <w:rPr>
          <w:rFonts w:ascii="Arial" w:eastAsia="Arial" w:hAnsi="Arial" w:cs="Arial"/>
          <w:sz w:val="18"/>
          <w:szCs w:val="18"/>
        </w:rPr>
        <w:t>ę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godzin pracy sprzętu załadowczego</w:t>
      </w:r>
      <w:r w:rsidRPr="00985C44">
        <w:rPr>
          <w:rFonts w:ascii="Arial" w:eastAsia="Arial" w:hAnsi="Arial" w:cs="Arial"/>
          <w:sz w:val="18"/>
          <w:szCs w:val="18"/>
        </w:rPr>
        <w:t xml:space="preserve"> </w:t>
      </w:r>
      <w:r w:rsidR="004832B2" w:rsidRPr="00985C44">
        <w:rPr>
          <w:rFonts w:ascii="Arial" w:eastAsia="Arial" w:hAnsi="Arial" w:cs="Arial"/>
          <w:sz w:val="18"/>
          <w:szCs w:val="18"/>
        </w:rPr>
        <w:t>wykazan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przez Koordynatora prac załadunkowych i potwierdzon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przez Kupującego oraz stawk</w:t>
      </w:r>
      <w:r w:rsidR="00F441E9">
        <w:rPr>
          <w:rFonts w:ascii="Arial" w:eastAsia="Arial" w:hAnsi="Arial" w:cs="Arial"/>
          <w:sz w:val="18"/>
          <w:szCs w:val="18"/>
        </w:rPr>
        <w:t>ą</w:t>
      </w:r>
      <w:r w:rsidR="004832B2" w:rsidRPr="00985C44">
        <w:rPr>
          <w:rFonts w:ascii="Arial" w:eastAsia="Arial" w:hAnsi="Arial" w:cs="Arial"/>
          <w:sz w:val="18"/>
          <w:szCs w:val="18"/>
        </w:rPr>
        <w:t xml:space="preserve"> za godzinę w kwocie 150 zł</w:t>
      </w:r>
      <w:r w:rsidR="00F441E9">
        <w:rPr>
          <w:rFonts w:ascii="Arial" w:eastAsia="Arial" w:hAnsi="Arial" w:cs="Arial"/>
          <w:sz w:val="18"/>
          <w:szCs w:val="18"/>
        </w:rPr>
        <w:t xml:space="preserve"> netto powiększoną o właściwy podatek VAT</w:t>
      </w:r>
    </w:p>
    <w:p w14:paraId="75E2078E" w14:textId="77777777" w:rsidR="005A145E" w:rsidRPr="005A145E" w:rsidRDefault="00D3543F" w:rsidP="00985C44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eastAsia="Times New Roman"/>
        </w:rPr>
      </w:pPr>
      <w:r>
        <w:rPr>
          <w:rFonts w:ascii="Arial" w:eastAsia="Times New Roman" w:hAnsi="Arial" w:cs="Arial"/>
        </w:rPr>
        <w:t xml:space="preserve">zapłata za Przedmiot umowy i wykonaną usługę nastąpi w oparciu wystawioną przez Sprzedającego </w:t>
      </w:r>
      <w:r w:rsidR="00F441E9">
        <w:rPr>
          <w:rFonts w:ascii="Arial" w:eastAsia="Times New Roman" w:hAnsi="Arial" w:cs="Arial"/>
        </w:rPr>
        <w:t>fakturę VAT w terminie 7 dni od daty jej wystawienia na konto Sprzedającego wykazane w fakturze</w:t>
      </w:r>
      <w:r w:rsidR="005A145E">
        <w:rPr>
          <w:rFonts w:ascii="Arial" w:eastAsia="Times New Roman" w:hAnsi="Arial" w:cs="Arial"/>
        </w:rPr>
        <w:t xml:space="preserve"> </w:t>
      </w:r>
    </w:p>
    <w:p w14:paraId="42C81BEC" w14:textId="14B4C479" w:rsidR="00D3543F" w:rsidRPr="009A7DFD" w:rsidRDefault="005A145E" w:rsidP="00985C44">
      <w:pPr>
        <w:pStyle w:val="Akapitzlist"/>
        <w:numPr>
          <w:ilvl w:val="0"/>
          <w:numId w:val="20"/>
        </w:numPr>
        <w:tabs>
          <w:tab w:val="left" w:pos="424"/>
        </w:tabs>
        <w:spacing w:line="360" w:lineRule="auto"/>
        <w:jc w:val="both"/>
        <w:rPr>
          <w:rFonts w:ascii="Arial" w:eastAsia="Times New Roman" w:hAnsi="Arial" w:cs="Arial"/>
        </w:rPr>
      </w:pPr>
      <w:r w:rsidRPr="009A7DFD">
        <w:rPr>
          <w:rFonts w:ascii="Arial" w:eastAsia="Calibri" w:hAnsi="Arial" w:cs="Arial"/>
        </w:rPr>
        <w:t>płatność zostanie dokonana przy wykorzystaniu mechanizmu podzielonej płatności w każdym przypadku, gdy wynagrodzenie Sprzedającego przekroczy 15.000 zł brutto.</w:t>
      </w:r>
      <w:r w:rsidRPr="009A7DFD">
        <w:rPr>
          <w:rFonts w:ascii="Arial" w:eastAsia="Times New Roman" w:hAnsi="Arial" w:cs="Arial"/>
        </w:rPr>
        <w:t xml:space="preserve"> </w:t>
      </w:r>
      <w:r w:rsidR="00F441E9" w:rsidRPr="009A7DFD">
        <w:rPr>
          <w:rFonts w:ascii="Arial" w:eastAsia="Times New Roman" w:hAnsi="Arial" w:cs="Arial"/>
        </w:rPr>
        <w:t xml:space="preserve"> </w:t>
      </w:r>
      <w:r w:rsidR="00D3543F" w:rsidRPr="009A7DFD">
        <w:rPr>
          <w:rFonts w:ascii="Arial" w:eastAsia="Times New Roman" w:hAnsi="Arial" w:cs="Arial"/>
        </w:rPr>
        <w:t xml:space="preserve"> </w:t>
      </w:r>
    </w:p>
    <w:p w14:paraId="485D0DC7" w14:textId="1031F6A2" w:rsidR="00F441E9" w:rsidRPr="00B45041" w:rsidRDefault="00D3543F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2. </w:t>
      </w:r>
      <w:bookmarkStart w:id="1" w:name="_Hlk49238529"/>
      <w:r w:rsidR="009C469A" w:rsidRPr="00985C44">
        <w:rPr>
          <w:rFonts w:ascii="Arial" w:eastAsia="Arial" w:hAnsi="Arial" w:cs="Arial"/>
          <w:sz w:val="18"/>
          <w:szCs w:val="18"/>
        </w:rPr>
        <w:t xml:space="preserve">Za datę zapłaty uznaje się dzień </w:t>
      </w:r>
      <w:r w:rsidR="009A7BAB" w:rsidRPr="00985C44">
        <w:rPr>
          <w:rFonts w:ascii="Arial" w:eastAsia="Arial" w:hAnsi="Arial" w:cs="Arial"/>
          <w:sz w:val="18"/>
          <w:szCs w:val="18"/>
        </w:rPr>
        <w:t xml:space="preserve">uznania </w:t>
      </w:r>
      <w:r w:rsidR="009C469A" w:rsidRPr="00985C44">
        <w:rPr>
          <w:rFonts w:ascii="Arial" w:eastAsia="Arial" w:hAnsi="Arial" w:cs="Arial"/>
          <w:sz w:val="18"/>
          <w:szCs w:val="18"/>
        </w:rPr>
        <w:t>rachunku bankowego Sprzedającego</w:t>
      </w:r>
      <w:bookmarkEnd w:id="1"/>
      <w:r w:rsidR="009C469A" w:rsidRPr="00985C44">
        <w:rPr>
          <w:rFonts w:ascii="Arial" w:eastAsia="Arial" w:hAnsi="Arial" w:cs="Arial"/>
          <w:sz w:val="18"/>
          <w:szCs w:val="18"/>
        </w:rPr>
        <w:t>.</w:t>
      </w:r>
      <w:r w:rsidR="00B45041">
        <w:rPr>
          <w:rFonts w:ascii="Arial" w:eastAsia="Arial" w:hAnsi="Arial" w:cs="Arial"/>
          <w:sz w:val="18"/>
          <w:szCs w:val="18"/>
        </w:rPr>
        <w:t xml:space="preserve"> </w:t>
      </w:r>
    </w:p>
    <w:p w14:paraId="4427E20D" w14:textId="18CCDC92" w:rsidR="00F441E9" w:rsidRDefault="00F441E9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 xml:space="preserve">3. </w:t>
      </w:r>
      <w:r w:rsidR="009C469A">
        <w:rPr>
          <w:rFonts w:ascii="Arial" w:eastAsia="Arial" w:hAnsi="Arial" w:cs="Arial"/>
          <w:sz w:val="18"/>
          <w:szCs w:val="18"/>
        </w:rPr>
        <w:t>Kupujący oświadcza, ż</w:t>
      </w:r>
      <w:r w:rsidR="00B45041">
        <w:rPr>
          <w:rFonts w:ascii="Arial" w:eastAsia="Arial" w:hAnsi="Arial" w:cs="Arial"/>
          <w:sz w:val="18"/>
          <w:szCs w:val="18"/>
        </w:rPr>
        <w:t>e</w:t>
      </w:r>
      <w:r w:rsidR="009C469A">
        <w:rPr>
          <w:rFonts w:ascii="Arial" w:eastAsia="Arial" w:hAnsi="Arial" w:cs="Arial"/>
          <w:sz w:val="18"/>
          <w:szCs w:val="18"/>
        </w:rPr>
        <w:t xml:space="preserve"> jest</w:t>
      </w:r>
      <w:r w:rsidR="00B45041">
        <w:rPr>
          <w:rFonts w:ascii="Arial" w:eastAsia="Arial" w:hAnsi="Arial" w:cs="Arial"/>
          <w:sz w:val="18"/>
          <w:szCs w:val="18"/>
        </w:rPr>
        <w:t xml:space="preserve"> p</w:t>
      </w:r>
      <w:r w:rsidR="009C469A">
        <w:rPr>
          <w:rFonts w:ascii="Arial" w:eastAsia="Arial" w:hAnsi="Arial" w:cs="Arial"/>
          <w:sz w:val="18"/>
          <w:szCs w:val="18"/>
        </w:rPr>
        <w:t>łatnikiem podatku VAT, zarejestrowanym pod nr NIP</w:t>
      </w:r>
      <w:r w:rsidR="00B45041">
        <w:rPr>
          <w:rFonts w:ascii="Arial" w:eastAsia="Arial" w:hAnsi="Arial" w:cs="Arial"/>
          <w:sz w:val="18"/>
          <w:szCs w:val="18"/>
        </w:rPr>
        <w:t>..........................................</w:t>
      </w:r>
      <w:r w:rsidR="009C469A" w:rsidRPr="00B45041">
        <w:rPr>
          <w:rFonts w:ascii="Arial" w:eastAsia="Arial" w:hAnsi="Arial" w:cs="Arial"/>
          <w:sz w:val="18"/>
          <w:szCs w:val="18"/>
        </w:rPr>
        <w:t xml:space="preserve"> uprawnionym do otrzymania faktur VAT i </w:t>
      </w:r>
      <w:r w:rsidR="009C469A" w:rsidRPr="00A44B22">
        <w:rPr>
          <w:rFonts w:ascii="Arial" w:eastAsia="Arial" w:hAnsi="Arial" w:cs="Arial"/>
          <w:sz w:val="18"/>
          <w:szCs w:val="18"/>
        </w:rPr>
        <w:t>upoważnia Sprzedającego posiadającego NIP: 5272681258 do wystawiania faktury bez podpisu odbiorcy</w:t>
      </w:r>
    </w:p>
    <w:p w14:paraId="7A527615" w14:textId="34C3E568" w:rsidR="00B97720" w:rsidRPr="00F441E9" w:rsidRDefault="00F441E9" w:rsidP="00985C44">
      <w:pPr>
        <w:tabs>
          <w:tab w:val="left" w:pos="424"/>
        </w:tabs>
        <w:spacing w:line="360" w:lineRule="auto"/>
        <w:jc w:val="both"/>
        <w:rPr>
          <w:rFonts w:eastAsia="Times New Roman"/>
        </w:rPr>
      </w:pPr>
      <w:r>
        <w:rPr>
          <w:rFonts w:ascii="Arial" w:hAnsi="Arial" w:cs="Arial"/>
          <w:sz w:val="18"/>
          <w:szCs w:val="18"/>
        </w:rPr>
        <w:t>4.</w:t>
      </w:r>
      <w:r w:rsidR="005A145E" w:rsidRPr="009A7DFD">
        <w:rPr>
          <w:rFonts w:ascii="Arial" w:hAnsi="Arial" w:cs="Arial"/>
          <w:sz w:val="18"/>
          <w:szCs w:val="18"/>
        </w:rPr>
        <w:t>Sprzedający</w:t>
      </w:r>
      <w:r w:rsidR="00B97720" w:rsidRPr="00985C44">
        <w:rPr>
          <w:rFonts w:ascii="Arial" w:hAnsi="Arial" w:cs="Arial"/>
          <w:sz w:val="18"/>
          <w:szCs w:val="18"/>
        </w:rPr>
        <w:t xml:space="preserve"> wystawi fakturę VAT z tytułu sprzedaży zgodnie z obowiązującymi przepisami.</w:t>
      </w:r>
    </w:p>
    <w:p w14:paraId="35F37DB4" w14:textId="77777777" w:rsidR="009C469A" w:rsidRDefault="009C469A" w:rsidP="00012F79">
      <w:pPr>
        <w:spacing w:line="360" w:lineRule="auto"/>
        <w:ind w:left="424" w:right="20"/>
        <w:rPr>
          <w:rFonts w:eastAsia="Times New Roman"/>
        </w:rPr>
      </w:pPr>
    </w:p>
    <w:p w14:paraId="374C692A" w14:textId="1A48F448" w:rsidR="009C469A" w:rsidRPr="00B45041" w:rsidRDefault="009C469A" w:rsidP="00012F79">
      <w:pPr>
        <w:numPr>
          <w:ilvl w:val="1"/>
          <w:numId w:val="16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4</w:t>
      </w:r>
    </w:p>
    <w:p w14:paraId="455FA37B" w14:textId="311D4EA9" w:rsidR="009C469A" w:rsidRDefault="009C469A" w:rsidP="00154316">
      <w:pPr>
        <w:tabs>
          <w:tab w:val="left" w:pos="420"/>
        </w:tabs>
        <w:spacing w:line="360" w:lineRule="auto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Strony zgodnie ustalają, że Sprzedający przeniesie na rzecz Kupującego własność rzeczy będących przedmiotem umowy sprzedaży z dniem dokonania zapłaty całości ceny, o której mowa w § 3 ust. 1 niniejszej umowy.</w:t>
      </w:r>
    </w:p>
    <w:p w14:paraId="4C5F7945" w14:textId="77777777" w:rsidR="00953907" w:rsidRPr="00B45041" w:rsidRDefault="00953907" w:rsidP="00154316">
      <w:pPr>
        <w:tabs>
          <w:tab w:val="left" w:pos="420"/>
        </w:tabs>
        <w:spacing w:line="360" w:lineRule="auto"/>
        <w:jc w:val="both"/>
        <w:rPr>
          <w:rFonts w:eastAsia="Times New Roman"/>
        </w:rPr>
      </w:pPr>
    </w:p>
    <w:p w14:paraId="4962B773" w14:textId="5BD5722F" w:rsidR="009C469A" w:rsidRPr="00B45041" w:rsidRDefault="009C469A" w:rsidP="00012F79">
      <w:pPr>
        <w:numPr>
          <w:ilvl w:val="1"/>
          <w:numId w:val="16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5</w:t>
      </w:r>
    </w:p>
    <w:p w14:paraId="4CF9FCEB" w14:textId="558FC287" w:rsidR="00114ECE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 Kupujący zapłaci Sprzedającemu</w:t>
      </w:r>
      <w:r w:rsidR="009C469A">
        <w:rPr>
          <w:rFonts w:ascii="Arial" w:eastAsia="Arial" w:hAnsi="Arial" w:cs="Arial"/>
          <w:sz w:val="18"/>
          <w:szCs w:val="18"/>
        </w:rPr>
        <w:t xml:space="preserve"> kar</w:t>
      </w:r>
      <w:r>
        <w:rPr>
          <w:rFonts w:ascii="Arial" w:eastAsia="Arial" w:hAnsi="Arial" w:cs="Arial"/>
          <w:sz w:val="18"/>
          <w:szCs w:val="18"/>
        </w:rPr>
        <w:t>ę</w:t>
      </w:r>
      <w:r w:rsidR="009C469A">
        <w:rPr>
          <w:rFonts w:ascii="Arial" w:eastAsia="Arial" w:hAnsi="Arial" w:cs="Arial"/>
          <w:sz w:val="18"/>
          <w:szCs w:val="18"/>
        </w:rPr>
        <w:t xml:space="preserve"> umown</w:t>
      </w:r>
      <w:r>
        <w:rPr>
          <w:rFonts w:ascii="Arial" w:eastAsia="Arial" w:hAnsi="Arial" w:cs="Arial"/>
          <w:sz w:val="18"/>
          <w:szCs w:val="18"/>
        </w:rPr>
        <w:t>ą:</w:t>
      </w:r>
    </w:p>
    <w:p w14:paraId="6B248500" w14:textId="37A57B80" w:rsidR="009C469A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- </w:t>
      </w:r>
      <w:r w:rsidR="009C469A">
        <w:rPr>
          <w:rFonts w:ascii="Arial" w:eastAsia="Arial" w:hAnsi="Arial" w:cs="Arial"/>
          <w:sz w:val="18"/>
          <w:szCs w:val="18"/>
        </w:rPr>
        <w:t>za opóźnieni</w:t>
      </w:r>
      <w:r>
        <w:rPr>
          <w:rFonts w:ascii="Arial" w:eastAsia="Arial" w:hAnsi="Arial" w:cs="Arial"/>
          <w:sz w:val="18"/>
          <w:szCs w:val="18"/>
        </w:rPr>
        <w:t>e</w:t>
      </w:r>
      <w:r w:rsidR="009C469A">
        <w:rPr>
          <w:rFonts w:ascii="Arial" w:eastAsia="Arial" w:hAnsi="Arial" w:cs="Arial"/>
          <w:sz w:val="18"/>
          <w:szCs w:val="18"/>
        </w:rPr>
        <w:t xml:space="preserve"> w odbiorze przedmiotu umowy</w:t>
      </w:r>
      <w:r>
        <w:rPr>
          <w:rFonts w:ascii="Arial" w:eastAsia="Arial" w:hAnsi="Arial" w:cs="Arial"/>
          <w:sz w:val="18"/>
          <w:szCs w:val="18"/>
        </w:rPr>
        <w:t xml:space="preserve"> - </w:t>
      </w:r>
      <w:r w:rsidR="009C469A">
        <w:rPr>
          <w:rFonts w:ascii="Arial" w:eastAsia="Arial" w:hAnsi="Arial" w:cs="Arial"/>
          <w:sz w:val="18"/>
          <w:szCs w:val="18"/>
        </w:rPr>
        <w:t xml:space="preserve"> w wysokości 1% ceny sprzedaży</w:t>
      </w:r>
      <w:r>
        <w:rPr>
          <w:rFonts w:ascii="Arial" w:eastAsia="Arial" w:hAnsi="Arial" w:cs="Arial"/>
          <w:sz w:val="18"/>
          <w:szCs w:val="18"/>
        </w:rPr>
        <w:t xml:space="preserve"> brutto</w:t>
      </w:r>
      <w:r w:rsidR="009C469A">
        <w:rPr>
          <w:rFonts w:ascii="Arial" w:eastAsia="Arial" w:hAnsi="Arial" w:cs="Arial"/>
          <w:sz w:val="18"/>
          <w:szCs w:val="18"/>
        </w:rPr>
        <w:t>, o której mowa w § 3 ust. 1, za każdy dzień opóźnienia, wynikający z § 2</w:t>
      </w:r>
      <w:r>
        <w:rPr>
          <w:rFonts w:ascii="Arial" w:eastAsia="Arial" w:hAnsi="Arial" w:cs="Arial"/>
          <w:sz w:val="18"/>
          <w:szCs w:val="18"/>
        </w:rPr>
        <w:t>,</w:t>
      </w:r>
    </w:p>
    <w:p w14:paraId="5D80923B" w14:textId="77777777" w:rsidR="00465AB7" w:rsidRDefault="00114ECE" w:rsidP="00DC7C83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- w przypadku odstąpienia od umowy przez Sprzedającego z przyczyn zawinionych przez Kupującego – w wysokości 10% ceny sprzedaży brutto, o której</w:t>
      </w:r>
      <w:r w:rsidR="00465AB7">
        <w:rPr>
          <w:rFonts w:ascii="Arial" w:eastAsia="Arial" w:hAnsi="Arial" w:cs="Arial"/>
          <w:sz w:val="18"/>
          <w:szCs w:val="18"/>
        </w:rPr>
        <w:t xml:space="preserve"> mowa w § 3 ust. 1.</w:t>
      </w:r>
    </w:p>
    <w:p w14:paraId="3B169F7A" w14:textId="7BE583F2" w:rsidR="00114ECE" w:rsidRDefault="00465AB7" w:rsidP="00DC7C83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>2.Kupujący zapłaci karę umowną w terminie 14 dni kalendarzowych od daty wystąpienia przez Sprzedającego z żądaniem zapłaty.</w:t>
      </w:r>
    </w:p>
    <w:p w14:paraId="730F4E94" w14:textId="77777777" w:rsidR="009C469A" w:rsidRDefault="009C469A" w:rsidP="00012F79">
      <w:pPr>
        <w:spacing w:line="360" w:lineRule="auto"/>
      </w:pPr>
    </w:p>
    <w:p w14:paraId="01FA389C" w14:textId="7570DC48" w:rsidR="009C469A" w:rsidRDefault="009C469A" w:rsidP="00B45041">
      <w:pPr>
        <w:spacing w:line="360" w:lineRule="auto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§ 6</w:t>
      </w:r>
    </w:p>
    <w:p w14:paraId="05BFAAE6" w14:textId="30C7A93F" w:rsidR="00465AB7" w:rsidRDefault="00465AB7" w:rsidP="00756240">
      <w:pPr>
        <w:spacing w:line="360" w:lineRule="auto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1.</w:t>
      </w:r>
      <w:r w:rsidR="00294426">
        <w:rPr>
          <w:rFonts w:ascii="Arial" w:eastAsia="Arial" w:hAnsi="Arial" w:cs="Arial"/>
          <w:sz w:val="18"/>
          <w:szCs w:val="18"/>
        </w:rPr>
        <w:t>Sprzedającemu</w:t>
      </w:r>
      <w:r>
        <w:rPr>
          <w:rFonts w:ascii="Arial" w:eastAsia="Arial" w:hAnsi="Arial" w:cs="Arial"/>
          <w:sz w:val="18"/>
          <w:szCs w:val="18"/>
        </w:rPr>
        <w:t xml:space="preserve"> przysługuje prawo odstąpienia od umowy w całości lub w części w przypadku</w:t>
      </w:r>
      <w:r w:rsidR="00294426">
        <w:rPr>
          <w:rFonts w:ascii="Arial" w:eastAsia="Arial" w:hAnsi="Arial" w:cs="Arial"/>
          <w:sz w:val="18"/>
          <w:szCs w:val="18"/>
        </w:rPr>
        <w:t>, gdy</w:t>
      </w:r>
      <w:r>
        <w:rPr>
          <w:rFonts w:ascii="Arial" w:eastAsia="Arial" w:hAnsi="Arial" w:cs="Arial"/>
          <w:sz w:val="18"/>
          <w:szCs w:val="18"/>
        </w:rPr>
        <w:t>:</w:t>
      </w:r>
    </w:p>
    <w:p w14:paraId="32570E98" w14:textId="17B4B72B" w:rsidR="00465AB7" w:rsidRPr="00756240" w:rsidRDefault="00465AB7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 xml:space="preserve"> </w:t>
      </w:r>
      <w:r w:rsidR="00294426" w:rsidRPr="00756240">
        <w:rPr>
          <w:rFonts w:ascii="Arial" w:hAnsi="Arial" w:cs="Arial"/>
          <w:sz w:val="18"/>
          <w:szCs w:val="18"/>
        </w:rPr>
        <w:t>a) Kupujący bez uzasadnionych przyczyn nie przystąpi do odbioru Przedmiotu umowy lub przerwie realizację umowy pomimo pisemnego wezwania Sprzedającego ,</w:t>
      </w:r>
    </w:p>
    <w:p w14:paraId="0AE3AE90" w14:textId="4AF772FA" w:rsidR="00294426" w:rsidRPr="00756240" w:rsidRDefault="00294426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 xml:space="preserve"> </w:t>
      </w:r>
      <w:r w:rsidRPr="00756240">
        <w:rPr>
          <w:rFonts w:ascii="Arial" w:hAnsi="Arial" w:cs="Arial"/>
          <w:sz w:val="18"/>
          <w:szCs w:val="18"/>
        </w:rPr>
        <w:t>)Kupujący stał się niewypłacalny, wobec Kupującego zostało wszczęte postępowanie likwidacyjne lub upadłościowe albo Kupujący zawiesił wykonywanie działalności gospodarczej.</w:t>
      </w:r>
    </w:p>
    <w:p w14:paraId="3735744B" w14:textId="00EA380E" w:rsidR="00294426" w:rsidRPr="00756240" w:rsidRDefault="00294426" w:rsidP="00465AB7">
      <w:pPr>
        <w:spacing w:line="360" w:lineRule="auto"/>
        <w:rPr>
          <w:rFonts w:ascii="Arial" w:hAnsi="Arial" w:cs="Arial"/>
          <w:sz w:val="18"/>
          <w:szCs w:val="18"/>
        </w:rPr>
      </w:pPr>
      <w:r w:rsidRPr="00756240">
        <w:rPr>
          <w:rFonts w:ascii="Arial" w:hAnsi="Arial" w:cs="Arial"/>
          <w:sz w:val="18"/>
          <w:szCs w:val="18"/>
        </w:rPr>
        <w:t>2. Sprzedający może skorzystać z uprawnienia do odstąpienia od umowy w terminie 14 licząc od powzięcia przez Sprzedającego informacji o okolicznościach uzasadniających odstąpienie od umowy.</w:t>
      </w:r>
    </w:p>
    <w:p w14:paraId="24DCD1A3" w14:textId="77777777" w:rsidR="00294426" w:rsidRPr="00756240" w:rsidRDefault="00294426" w:rsidP="00756240">
      <w:pPr>
        <w:spacing w:line="360" w:lineRule="auto"/>
        <w:rPr>
          <w:rFonts w:ascii="Arial" w:hAnsi="Arial" w:cs="Arial"/>
          <w:sz w:val="18"/>
          <w:szCs w:val="18"/>
        </w:rPr>
      </w:pPr>
    </w:p>
    <w:p w14:paraId="7C752544" w14:textId="69BE6A25" w:rsidR="009C469A" w:rsidRDefault="009C469A" w:rsidP="00B45041">
      <w:pPr>
        <w:spacing w:line="360" w:lineRule="auto"/>
        <w:jc w:val="center"/>
      </w:pPr>
      <w:r>
        <w:rPr>
          <w:rFonts w:ascii="Arial" w:eastAsia="Arial" w:hAnsi="Arial" w:cs="Arial"/>
          <w:sz w:val="18"/>
          <w:szCs w:val="18"/>
        </w:rPr>
        <w:t>§ 7</w:t>
      </w:r>
    </w:p>
    <w:p w14:paraId="4457AEEF" w14:textId="71C6AE9B" w:rsidR="00B45041" w:rsidRDefault="009C469A" w:rsidP="00154316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>Strony zgodnie oświadczają, że wyłączają odpowiedzialność Sprzedającego z tytułu rękojmi za wady fizyczne przedmiotu sprzedaży.</w:t>
      </w:r>
    </w:p>
    <w:p w14:paraId="764A623B" w14:textId="5EA10EA5" w:rsidR="009C469A" w:rsidRDefault="009C469A" w:rsidP="00B45041">
      <w:pPr>
        <w:spacing w:line="360" w:lineRule="auto"/>
        <w:jc w:val="center"/>
      </w:pPr>
      <w:r>
        <w:rPr>
          <w:rFonts w:ascii="Arial" w:eastAsia="Arial" w:hAnsi="Arial" w:cs="Arial"/>
          <w:sz w:val="18"/>
          <w:szCs w:val="18"/>
        </w:rPr>
        <w:t>§ 8</w:t>
      </w:r>
    </w:p>
    <w:p w14:paraId="197463E4" w14:textId="0EBEAA97" w:rsidR="009C469A" w:rsidRPr="00756240" w:rsidRDefault="00294426" w:rsidP="00294426">
      <w:pPr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1. </w:t>
      </w:r>
      <w:r w:rsidR="009C469A" w:rsidRPr="00756240">
        <w:rPr>
          <w:rFonts w:ascii="Arial" w:eastAsia="Arial" w:hAnsi="Arial" w:cs="Arial"/>
          <w:sz w:val="18"/>
          <w:szCs w:val="18"/>
        </w:rPr>
        <w:t>Zmiany i uzupełnienia umowy wymagają formy pisemnej w postaci aneksu podpisanego przez obie strony, pod rygorem nieważności.</w:t>
      </w:r>
    </w:p>
    <w:p w14:paraId="68CF5806" w14:textId="2677DD51" w:rsidR="00465AB7" w:rsidRDefault="00294426" w:rsidP="00465AB7">
      <w:pPr>
        <w:spacing w:line="360" w:lineRule="auto"/>
        <w:ind w:right="20"/>
        <w:jc w:val="both"/>
      </w:pPr>
      <w:r>
        <w:rPr>
          <w:rFonts w:ascii="Arial" w:eastAsia="Arial" w:hAnsi="Arial" w:cs="Arial"/>
          <w:sz w:val="18"/>
          <w:szCs w:val="18"/>
        </w:rPr>
        <w:t xml:space="preserve">2. </w:t>
      </w:r>
      <w:r w:rsidR="00465AB7">
        <w:rPr>
          <w:rFonts w:ascii="Arial" w:eastAsia="Arial" w:hAnsi="Arial" w:cs="Arial"/>
          <w:sz w:val="18"/>
          <w:szCs w:val="18"/>
        </w:rPr>
        <w:t>Żadna ze stron nie może bez pisemnej zgody drugiej strony przenieść wierzytelności wynikających z niniejszej umowy na osobę trzecią.,</w:t>
      </w:r>
    </w:p>
    <w:p w14:paraId="6A876F8D" w14:textId="77777777" w:rsidR="00465AB7" w:rsidRDefault="00465AB7" w:rsidP="00DC7C83">
      <w:pPr>
        <w:spacing w:line="360" w:lineRule="auto"/>
        <w:ind w:right="20"/>
        <w:jc w:val="both"/>
      </w:pPr>
    </w:p>
    <w:p w14:paraId="39E75C57" w14:textId="355A17F8" w:rsidR="009C469A" w:rsidRPr="00B45041" w:rsidRDefault="009C469A" w:rsidP="00012F79">
      <w:pPr>
        <w:numPr>
          <w:ilvl w:val="2"/>
          <w:numId w:val="17"/>
        </w:numPr>
        <w:tabs>
          <w:tab w:val="left" w:pos="4560"/>
        </w:tabs>
        <w:spacing w:line="360" w:lineRule="auto"/>
        <w:ind w:left="4560" w:hanging="15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9</w:t>
      </w:r>
    </w:p>
    <w:p w14:paraId="340A02C0" w14:textId="4333DC85" w:rsidR="009C469A" w:rsidRPr="00B45041" w:rsidRDefault="009C469A" w:rsidP="00DC7C83">
      <w:pPr>
        <w:numPr>
          <w:ilvl w:val="0"/>
          <w:numId w:val="17"/>
        </w:numPr>
        <w:tabs>
          <w:tab w:val="left" w:pos="420"/>
        </w:tabs>
        <w:spacing w:line="360" w:lineRule="auto"/>
        <w:ind w:left="4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W sprawach nieuregulowanych w umowie zastosowanie mają przepisy Kodeksu cywilnego.</w:t>
      </w:r>
    </w:p>
    <w:p w14:paraId="6545BB1C" w14:textId="482BC490" w:rsidR="009C469A" w:rsidRPr="00953907" w:rsidRDefault="009C469A" w:rsidP="00012F79">
      <w:pPr>
        <w:numPr>
          <w:ilvl w:val="0"/>
          <w:numId w:val="17"/>
        </w:numPr>
        <w:tabs>
          <w:tab w:val="left" w:pos="420"/>
        </w:tabs>
        <w:spacing w:line="360" w:lineRule="auto"/>
        <w:ind w:left="420" w:right="20" w:hanging="356"/>
        <w:jc w:val="both"/>
        <w:rPr>
          <w:rFonts w:eastAsia="Times New Roman"/>
        </w:rPr>
      </w:pPr>
      <w:r>
        <w:rPr>
          <w:rFonts w:ascii="Arial" w:eastAsia="Arial" w:hAnsi="Arial" w:cs="Arial"/>
          <w:sz w:val="18"/>
          <w:szCs w:val="18"/>
        </w:rPr>
        <w:t>Spory powstałe na tle realizacji niniejszej umowy będą rozstrzygane przez właściwy rzeczowo sąd powszechny dla siedziby Sprzedającego.</w:t>
      </w:r>
    </w:p>
    <w:p w14:paraId="7FBDC6C1" w14:textId="55FB91D3" w:rsidR="009C469A" w:rsidRPr="00B45041" w:rsidRDefault="009C469A" w:rsidP="00012F79">
      <w:pPr>
        <w:numPr>
          <w:ilvl w:val="1"/>
          <w:numId w:val="17"/>
        </w:numPr>
        <w:tabs>
          <w:tab w:val="left" w:pos="4500"/>
        </w:tabs>
        <w:spacing w:line="360" w:lineRule="auto"/>
        <w:ind w:left="4500" w:hanging="14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10</w:t>
      </w:r>
    </w:p>
    <w:p w14:paraId="2E7ECB2E" w14:textId="77777777" w:rsidR="009C469A" w:rsidRDefault="009C469A" w:rsidP="00012F79">
      <w:pPr>
        <w:spacing w:line="360" w:lineRule="auto"/>
      </w:pPr>
      <w:r>
        <w:rPr>
          <w:rFonts w:ascii="Arial" w:eastAsia="Arial" w:hAnsi="Arial" w:cs="Arial"/>
          <w:sz w:val="18"/>
          <w:szCs w:val="18"/>
        </w:rPr>
        <w:t>Umowę sporządzono w 2 jednobrzmiących egzemplarzach, po 1 dla każdej ze Stron.</w:t>
      </w:r>
    </w:p>
    <w:p w14:paraId="6869310A" w14:textId="72BD8191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6B207A21" w14:textId="57FA37E7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5E224E26" w14:textId="77777777" w:rsidR="009C469A" w:rsidRDefault="009C469A" w:rsidP="00012F79">
      <w:pPr>
        <w:tabs>
          <w:tab w:val="left" w:pos="6340"/>
        </w:tabs>
        <w:spacing w:line="360" w:lineRule="auto"/>
        <w:ind w:left="700"/>
      </w:pPr>
      <w:r>
        <w:rPr>
          <w:rFonts w:ascii="Arial" w:eastAsia="Arial" w:hAnsi="Arial" w:cs="Arial"/>
          <w:sz w:val="18"/>
          <w:szCs w:val="18"/>
        </w:rPr>
        <w:t>SPRZEDAJĄCY:</w:t>
      </w:r>
      <w:r>
        <w:tab/>
      </w:r>
      <w:r>
        <w:rPr>
          <w:rFonts w:ascii="Arial" w:eastAsia="Arial" w:hAnsi="Arial" w:cs="Arial"/>
          <w:sz w:val="18"/>
          <w:szCs w:val="18"/>
        </w:rPr>
        <w:t>KUPUJĄCY:</w:t>
      </w:r>
    </w:p>
    <w:p w14:paraId="353F72C2" w14:textId="6FEE0C1C" w:rsidR="009C469A" w:rsidRDefault="009C469A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  <w:bookmarkStart w:id="2" w:name="_GoBack"/>
      <w:bookmarkEnd w:id="2"/>
    </w:p>
    <w:p w14:paraId="4B511319" w14:textId="4036B8EA" w:rsidR="00734234" w:rsidRDefault="00734234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0E60D0DD" w14:textId="33395852" w:rsidR="00D817D7" w:rsidRDefault="00D817D7" w:rsidP="00012F79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39FE17CF" w14:textId="4E327536" w:rsidR="00D817D7" w:rsidRDefault="00D817D7" w:rsidP="00903AFF">
      <w:pPr>
        <w:ind w:right="20"/>
        <w:rPr>
          <w:rFonts w:ascii="Arial" w:hAnsi="Arial" w:cs="Arial"/>
          <w:sz w:val="22"/>
          <w:szCs w:val="22"/>
        </w:rPr>
      </w:pPr>
      <w:r w:rsidRPr="00D817D7">
        <w:rPr>
          <w:rFonts w:ascii="Arial" w:hAnsi="Arial" w:cs="Arial"/>
          <w:sz w:val="22"/>
          <w:szCs w:val="22"/>
        </w:rPr>
        <w:t>....................................</w:t>
      </w:r>
      <w:r>
        <w:rPr>
          <w:rFonts w:ascii="Arial" w:hAnsi="Arial" w:cs="Arial"/>
          <w:sz w:val="22"/>
          <w:szCs w:val="22"/>
        </w:rPr>
        <w:t>.........................                     ..................................................................</w:t>
      </w:r>
    </w:p>
    <w:p w14:paraId="45BDEB9A" w14:textId="61F7E4D8" w:rsidR="00D817D7" w:rsidRPr="00D817D7" w:rsidRDefault="00D817D7" w:rsidP="00D817D7">
      <w:pPr>
        <w:spacing w:line="360" w:lineRule="auto"/>
        <w:ind w:right="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="00903AFF">
        <w:rPr>
          <w:rFonts w:ascii="Arial" w:hAnsi="Arial" w:cs="Arial"/>
          <w:sz w:val="18"/>
          <w:szCs w:val="18"/>
        </w:rPr>
        <w:t xml:space="preserve">  </w:t>
      </w:r>
      <w:r>
        <w:rPr>
          <w:rFonts w:ascii="Arial" w:hAnsi="Arial" w:cs="Arial"/>
          <w:sz w:val="18"/>
          <w:szCs w:val="18"/>
        </w:rPr>
        <w:t xml:space="preserve">       (d</w:t>
      </w:r>
      <w:r w:rsidRPr="00D817D7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>, podpis)                                                                                 (d</w:t>
      </w:r>
      <w:r w:rsidRPr="00D817D7">
        <w:rPr>
          <w:rFonts w:ascii="Arial" w:hAnsi="Arial" w:cs="Arial"/>
          <w:sz w:val="18"/>
          <w:szCs w:val="18"/>
        </w:rPr>
        <w:t>ata</w:t>
      </w:r>
      <w:r>
        <w:rPr>
          <w:rFonts w:ascii="Arial" w:hAnsi="Arial" w:cs="Arial"/>
          <w:sz w:val="18"/>
          <w:szCs w:val="18"/>
        </w:rPr>
        <w:t>, podpis)</w:t>
      </w:r>
    </w:p>
    <w:p w14:paraId="00C770D0" w14:textId="4D51A599" w:rsidR="00D817D7" w:rsidRPr="00D817D7" w:rsidRDefault="00D817D7" w:rsidP="00012F79">
      <w:pPr>
        <w:spacing w:line="360" w:lineRule="auto"/>
        <w:ind w:right="2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</w:t>
      </w:r>
    </w:p>
    <w:sectPr w:rsidR="00D817D7" w:rsidRPr="00D817D7" w:rsidSect="00C86D28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 w:code="9"/>
      <w:pgMar w:top="1417" w:right="1417" w:bottom="1417" w:left="1417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A43C5A" w14:textId="77777777" w:rsidR="00121B8A" w:rsidRDefault="00121B8A" w:rsidP="00EF5712">
      <w:r>
        <w:separator/>
      </w:r>
    </w:p>
  </w:endnote>
  <w:endnote w:type="continuationSeparator" w:id="0">
    <w:p w14:paraId="303D4FE5" w14:textId="77777777" w:rsidR="00121B8A" w:rsidRDefault="00121B8A" w:rsidP="00EF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LT Pro 65 Medium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venir LT Pro 35 Light">
    <w:altName w:val="Century Gothic"/>
    <w:charset w:val="EE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3407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79A84A" w14:textId="77777777" w:rsidR="00A31D8F" w:rsidRDefault="00A31D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39D9A0" w14:textId="77777777" w:rsidR="0062342D" w:rsidRDefault="0062342D" w:rsidP="0062342D">
    <w:pPr>
      <w:pStyle w:val="Stopka"/>
      <w:ind w:right="-1533"/>
      <w:jc w:val="right"/>
    </w:pPr>
  </w:p>
  <w:p w14:paraId="3171F9BC" w14:textId="77777777" w:rsidR="00A11D6C" w:rsidRDefault="00A11D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2237" w14:textId="77777777" w:rsidR="00E73371" w:rsidRPr="001F4680" w:rsidRDefault="00E73371" w:rsidP="00393412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color w:val="4B4B4B"/>
        <w:sz w:val="16"/>
        <w:lang w:val="en-US"/>
      </w:rPr>
    </w:pPr>
  </w:p>
  <w:p w14:paraId="0E89587F" w14:textId="77777777" w:rsidR="001C685E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  <w:lang w:val="en-US"/>
      </w:rPr>
    </w:pPr>
    <w:r w:rsidRPr="007A3D1D">
      <w:rPr>
        <w:rFonts w:ascii="Avenir LT Pro 35 Light" w:hAnsi="Avenir LT Pro 35 Light"/>
        <w:sz w:val="14"/>
        <w:szCs w:val="14"/>
        <w:lang w:val="en-US"/>
      </w:rPr>
      <w:t>Exalo Drilling S.A.</w:t>
    </w:r>
    <w:r w:rsidRPr="007A3D1D">
      <w:rPr>
        <w:rFonts w:ascii="Avenir LT Pro 35 Light" w:hAnsi="Avenir LT Pro 35 Light"/>
        <w:sz w:val="14"/>
        <w:szCs w:val="14"/>
        <w:lang w:val="en-US"/>
      </w:rPr>
      <w:tab/>
      <w:t>T: (+48) 67 215 13 00</w:t>
    </w:r>
    <w:r w:rsidRPr="007A3D1D">
      <w:rPr>
        <w:rFonts w:ascii="Avenir LT Pro 35 Light" w:hAnsi="Avenir LT Pro 35 Light"/>
        <w:sz w:val="14"/>
        <w:szCs w:val="14"/>
        <w:lang w:val="en-US"/>
      </w:rPr>
      <w:tab/>
    </w:r>
  </w:p>
  <w:p w14:paraId="4614C2A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Pl. Staszica 9</w:t>
    </w:r>
    <w:r w:rsidRPr="007A3D1D">
      <w:rPr>
        <w:rFonts w:ascii="Avenir LT Pro 35 Light" w:hAnsi="Avenir LT Pro 35 Light"/>
        <w:sz w:val="14"/>
        <w:szCs w:val="14"/>
      </w:rPr>
      <w:tab/>
      <w:t>F: (+48) 67 215 13 59</w:t>
    </w:r>
    <w:r w:rsidRPr="007A3D1D">
      <w:rPr>
        <w:rFonts w:ascii="Avenir LT Pro 35 Light" w:hAnsi="Avenir LT Pro 35 Light"/>
        <w:sz w:val="14"/>
        <w:szCs w:val="14"/>
      </w:rPr>
      <w:tab/>
    </w:r>
  </w:p>
  <w:p w14:paraId="257D25B7" w14:textId="77777777" w:rsidR="00681471" w:rsidRPr="007A3D1D" w:rsidRDefault="00681471" w:rsidP="00681471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>
      <w:rPr>
        <w:rFonts w:ascii="Avenir LT Pro 35 Light" w:hAnsi="Avenir LT Pro 35 Light"/>
        <w:sz w:val="14"/>
        <w:szCs w:val="14"/>
      </w:rPr>
      <w:t>64 – 920 Pił</w:t>
    </w:r>
    <w:r w:rsidRPr="007A3D1D">
      <w:rPr>
        <w:rFonts w:ascii="Avenir LT Pro 35 Light" w:hAnsi="Avenir LT Pro 35 Light"/>
        <w:sz w:val="14"/>
        <w:szCs w:val="14"/>
      </w:rPr>
      <w:t>a</w:t>
    </w:r>
    <w:r w:rsidRPr="007A3D1D">
      <w:rPr>
        <w:rFonts w:ascii="Avenir LT Pro 35 Light" w:hAnsi="Avenir LT Pro 35 Light"/>
        <w:sz w:val="14"/>
        <w:szCs w:val="14"/>
      </w:rPr>
      <w:tab/>
      <w:t>www.exalo.pl</w:t>
    </w:r>
    <w:r w:rsidRPr="007A3D1D">
      <w:rPr>
        <w:rFonts w:ascii="Avenir LT Pro 35 Light" w:hAnsi="Avenir LT Pro 35 Light"/>
        <w:sz w:val="14"/>
        <w:szCs w:val="14"/>
      </w:rPr>
      <w:tab/>
    </w:r>
  </w:p>
  <w:p w14:paraId="4D1CA02B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ab/>
    </w:r>
    <w:r w:rsidRPr="007A3D1D">
      <w:rPr>
        <w:rFonts w:ascii="Avenir LT Pro 35 Light" w:hAnsi="Avenir LT Pro 35 Light"/>
        <w:sz w:val="14"/>
        <w:szCs w:val="14"/>
      </w:rPr>
      <w:tab/>
      <w:t xml:space="preserve">                                                                                                          </w:t>
    </w:r>
  </w:p>
  <w:p w14:paraId="5E395E6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KRS: 0000428139; Sąd Rejonowy Poznań</w:t>
    </w:r>
    <w:r>
      <w:rPr>
        <w:rFonts w:ascii="Avenir LT Pro 35 Light" w:hAnsi="Avenir LT Pro 35 Light"/>
        <w:sz w:val="14"/>
        <w:szCs w:val="14"/>
      </w:rPr>
      <w:t xml:space="preserve"> </w:t>
    </w:r>
    <w:r w:rsidRPr="007A3D1D">
      <w:rPr>
        <w:rFonts w:ascii="Avenir LT Pro 35 Light" w:hAnsi="Avenir LT Pro 35 Light"/>
        <w:sz w:val="14"/>
        <w:szCs w:val="14"/>
      </w:rPr>
      <w:t>- Nowe Miasto i Wilda w P</w:t>
    </w:r>
    <w:r>
      <w:rPr>
        <w:rFonts w:ascii="Avenir LT Pro 35 Light" w:hAnsi="Avenir LT Pro 35 Light"/>
        <w:sz w:val="14"/>
        <w:szCs w:val="14"/>
      </w:rPr>
      <w:t xml:space="preserve">oznaniu, IX Wydział Gospodarczy </w:t>
    </w:r>
    <w:r w:rsidRPr="007A3D1D">
      <w:rPr>
        <w:rFonts w:ascii="Avenir LT Pro 35 Light" w:hAnsi="Avenir LT Pro 35 Light"/>
        <w:sz w:val="14"/>
        <w:szCs w:val="14"/>
      </w:rPr>
      <w:t>KRS.</w:t>
    </w:r>
  </w:p>
  <w:p w14:paraId="59E8360A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bookmarkStart w:id="3" w:name="_Hlk28951505"/>
    <w:r w:rsidRPr="007A3D1D">
      <w:rPr>
        <w:rFonts w:ascii="Avenir LT Pro 35 Light" w:hAnsi="Avenir LT Pro 35 Light"/>
        <w:sz w:val="14"/>
        <w:szCs w:val="14"/>
      </w:rPr>
      <w:t xml:space="preserve">NIP: 527 268 12 58; </w:t>
    </w:r>
    <w:r w:rsidR="00EA1969">
      <w:rPr>
        <w:rFonts w:ascii="Avenir LT Pro 35 Light" w:hAnsi="Avenir LT Pro 35 Light"/>
        <w:sz w:val="14"/>
        <w:szCs w:val="14"/>
      </w:rPr>
      <w:t xml:space="preserve">Numer BDO: 000001095; </w:t>
    </w:r>
    <w:r w:rsidR="00785866" w:rsidRPr="00785866">
      <w:rPr>
        <w:rFonts w:ascii="Avenir LT Pro 35 Light" w:hAnsi="Avenir LT Pro 35 Light"/>
        <w:sz w:val="14"/>
        <w:szCs w:val="14"/>
      </w:rPr>
      <w:t>REGON</w:t>
    </w:r>
    <w:r w:rsidR="00785866">
      <w:rPr>
        <w:rFonts w:ascii="Avenir LT Pro 35 Light" w:hAnsi="Avenir LT Pro 35 Light"/>
        <w:sz w:val="14"/>
        <w:szCs w:val="14"/>
      </w:rPr>
      <w:t>:</w:t>
    </w:r>
    <w:r w:rsidR="00785866" w:rsidRPr="00785866">
      <w:rPr>
        <w:rFonts w:ascii="Avenir LT Pro 35 Light" w:hAnsi="Avenir LT Pro 35 Light"/>
        <w:sz w:val="14"/>
        <w:szCs w:val="14"/>
      </w:rPr>
      <w:t xml:space="preserve"> 146228632</w:t>
    </w:r>
    <w:r w:rsidR="00785866">
      <w:rPr>
        <w:rFonts w:ascii="Avenir LT Pro 35 Light" w:hAnsi="Avenir LT Pro 35 Light"/>
        <w:sz w:val="14"/>
        <w:szCs w:val="14"/>
      </w:rPr>
      <w:t xml:space="preserve">; </w:t>
    </w:r>
    <w:r w:rsidRPr="007A3D1D">
      <w:rPr>
        <w:rFonts w:ascii="Avenir LT Pro 35 Light" w:hAnsi="Avenir LT Pro 35 Light"/>
        <w:sz w:val="14"/>
        <w:szCs w:val="14"/>
      </w:rPr>
      <w:t xml:space="preserve">Kapitał zakładowy (opłacony w </w:t>
    </w:r>
    <w:r>
      <w:rPr>
        <w:rFonts w:ascii="Avenir LT Pro 35 Light" w:hAnsi="Avenir LT Pro 35 Light"/>
        <w:sz w:val="14"/>
        <w:szCs w:val="14"/>
      </w:rPr>
      <w:t>cał</w:t>
    </w:r>
    <w:r w:rsidRPr="007A3D1D">
      <w:rPr>
        <w:rFonts w:ascii="Avenir LT Pro 35 Light" w:hAnsi="Avenir LT Pro 35 Light"/>
        <w:sz w:val="14"/>
        <w:szCs w:val="14"/>
      </w:rPr>
      <w:t>ości) 981 500 000 złotych.</w:t>
    </w:r>
  </w:p>
  <w:bookmarkEnd w:id="3"/>
  <w:p w14:paraId="3C6E118C" w14:textId="77777777" w:rsidR="00393412" w:rsidRPr="00CF1B8E" w:rsidRDefault="00393412" w:rsidP="007B109B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4CA173" w14:textId="77777777" w:rsidR="00121B8A" w:rsidRDefault="00121B8A" w:rsidP="00EF5712">
      <w:r>
        <w:separator/>
      </w:r>
    </w:p>
  </w:footnote>
  <w:footnote w:type="continuationSeparator" w:id="0">
    <w:p w14:paraId="2A0B7DA5" w14:textId="77777777" w:rsidR="00121B8A" w:rsidRDefault="00121B8A" w:rsidP="00EF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7DEE9" w14:textId="77777777" w:rsidR="00596F79" w:rsidRDefault="00596F79">
    <w:pPr>
      <w:pStyle w:val="Nagwek"/>
    </w:pPr>
  </w:p>
  <w:p w14:paraId="3FCF6F6E" w14:textId="77777777" w:rsidR="00596F79" w:rsidRDefault="00596F79">
    <w:pPr>
      <w:pStyle w:val="Nagwek"/>
    </w:pPr>
  </w:p>
  <w:p w14:paraId="13F2A030" w14:textId="77777777" w:rsidR="00E73371" w:rsidRDefault="00E73371">
    <w:pPr>
      <w:pStyle w:val="Nagwek"/>
    </w:pPr>
  </w:p>
  <w:p w14:paraId="5DF80104" w14:textId="77777777" w:rsidR="00E73371" w:rsidRDefault="00E73371">
    <w:pPr>
      <w:pStyle w:val="Nagwek"/>
    </w:pPr>
  </w:p>
  <w:p w14:paraId="2880C6DC" w14:textId="77777777" w:rsidR="00A11D6C" w:rsidRDefault="00A11D6C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49B10" w14:textId="44ECBAD7" w:rsidR="00824D7E" w:rsidRPr="0011605D" w:rsidRDefault="00393412" w:rsidP="0011605D">
    <w:pPr>
      <w:pStyle w:val="Nagwek"/>
    </w:pPr>
    <w:r w:rsidRPr="00393412">
      <w:rPr>
        <w:noProof/>
        <w:lang w:eastAsia="pl-PL"/>
      </w:rPr>
      <w:drawing>
        <wp:inline distT="0" distB="0" distL="0" distR="0" wp14:anchorId="0E219F88" wp14:editId="3AF1CBE5">
          <wp:extent cx="1185695" cy="844061"/>
          <wp:effectExtent l="0" t="0" r="0" b="0"/>
          <wp:docPr id="14" name="Obraz 14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432" cy="8524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9DAA99" w14:textId="77777777" w:rsidR="0011605D" w:rsidRDefault="0011605D" w:rsidP="0061270D">
    <w:pPr>
      <w:tabs>
        <w:tab w:val="left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B15D4"/>
    <w:multiLevelType w:val="multilevel"/>
    <w:tmpl w:val="3134E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  <w:bCs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CD20F0B"/>
    <w:multiLevelType w:val="hybridMultilevel"/>
    <w:tmpl w:val="348AFE74"/>
    <w:lvl w:ilvl="0" w:tplc="35D44E26">
      <w:start w:val="1"/>
      <w:numFmt w:val="decimal"/>
      <w:lvlText w:val="%1)"/>
      <w:lvlJc w:val="left"/>
    </w:lvl>
    <w:lvl w:ilvl="1" w:tplc="738C5C60">
      <w:numFmt w:val="decimal"/>
      <w:lvlText w:val=""/>
      <w:lvlJc w:val="left"/>
    </w:lvl>
    <w:lvl w:ilvl="2" w:tplc="41FA5EDA">
      <w:numFmt w:val="decimal"/>
      <w:lvlText w:val=""/>
      <w:lvlJc w:val="left"/>
    </w:lvl>
    <w:lvl w:ilvl="3" w:tplc="297AA8A6">
      <w:numFmt w:val="decimal"/>
      <w:lvlText w:val=""/>
      <w:lvlJc w:val="left"/>
    </w:lvl>
    <w:lvl w:ilvl="4" w:tplc="8DB8406A">
      <w:numFmt w:val="decimal"/>
      <w:lvlText w:val=""/>
      <w:lvlJc w:val="left"/>
    </w:lvl>
    <w:lvl w:ilvl="5" w:tplc="86BC5E64">
      <w:numFmt w:val="decimal"/>
      <w:lvlText w:val=""/>
      <w:lvlJc w:val="left"/>
    </w:lvl>
    <w:lvl w:ilvl="6" w:tplc="8EAA94FE">
      <w:numFmt w:val="decimal"/>
      <w:lvlText w:val=""/>
      <w:lvlJc w:val="left"/>
    </w:lvl>
    <w:lvl w:ilvl="7" w:tplc="4B72B420">
      <w:numFmt w:val="decimal"/>
      <w:lvlText w:val=""/>
      <w:lvlJc w:val="left"/>
    </w:lvl>
    <w:lvl w:ilvl="8" w:tplc="D7C8A1AC">
      <w:numFmt w:val="decimal"/>
      <w:lvlText w:val=""/>
      <w:lvlJc w:val="left"/>
    </w:lvl>
  </w:abstractNum>
  <w:abstractNum w:abstractNumId="2" w15:restartNumberingAfterBreak="0">
    <w:nsid w:val="158C482C"/>
    <w:multiLevelType w:val="hybridMultilevel"/>
    <w:tmpl w:val="17405C54"/>
    <w:lvl w:ilvl="0" w:tplc="848A28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DBC788E"/>
    <w:multiLevelType w:val="hybridMultilevel"/>
    <w:tmpl w:val="647431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130A3"/>
    <w:multiLevelType w:val="hybridMultilevel"/>
    <w:tmpl w:val="348AFE74"/>
    <w:lvl w:ilvl="0" w:tplc="35D44E26">
      <w:start w:val="1"/>
      <w:numFmt w:val="decimal"/>
      <w:lvlText w:val="%1)"/>
      <w:lvlJc w:val="left"/>
    </w:lvl>
    <w:lvl w:ilvl="1" w:tplc="738C5C60">
      <w:numFmt w:val="decimal"/>
      <w:lvlText w:val=""/>
      <w:lvlJc w:val="left"/>
    </w:lvl>
    <w:lvl w:ilvl="2" w:tplc="41FA5EDA">
      <w:numFmt w:val="decimal"/>
      <w:lvlText w:val=""/>
      <w:lvlJc w:val="left"/>
    </w:lvl>
    <w:lvl w:ilvl="3" w:tplc="297AA8A6">
      <w:numFmt w:val="decimal"/>
      <w:lvlText w:val=""/>
      <w:lvlJc w:val="left"/>
    </w:lvl>
    <w:lvl w:ilvl="4" w:tplc="8DB8406A">
      <w:numFmt w:val="decimal"/>
      <w:lvlText w:val=""/>
      <w:lvlJc w:val="left"/>
    </w:lvl>
    <w:lvl w:ilvl="5" w:tplc="86BC5E64">
      <w:numFmt w:val="decimal"/>
      <w:lvlText w:val=""/>
      <w:lvlJc w:val="left"/>
    </w:lvl>
    <w:lvl w:ilvl="6" w:tplc="8EAA94FE">
      <w:numFmt w:val="decimal"/>
      <w:lvlText w:val=""/>
      <w:lvlJc w:val="left"/>
    </w:lvl>
    <w:lvl w:ilvl="7" w:tplc="4B72B420">
      <w:numFmt w:val="decimal"/>
      <w:lvlText w:val=""/>
      <w:lvlJc w:val="left"/>
    </w:lvl>
    <w:lvl w:ilvl="8" w:tplc="D7C8A1AC">
      <w:numFmt w:val="decimal"/>
      <w:lvlText w:val=""/>
      <w:lvlJc w:val="left"/>
    </w:lvl>
  </w:abstractNum>
  <w:abstractNum w:abstractNumId="5" w15:restartNumberingAfterBreak="0">
    <w:nsid w:val="2DFB3BFF"/>
    <w:multiLevelType w:val="multilevel"/>
    <w:tmpl w:val="2D080726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333AB105"/>
    <w:multiLevelType w:val="hybridMultilevel"/>
    <w:tmpl w:val="1E9483E6"/>
    <w:lvl w:ilvl="0" w:tplc="8EE686BE">
      <w:numFmt w:val="decimal"/>
      <w:lvlText w:val="%1."/>
      <w:lvlJc w:val="left"/>
    </w:lvl>
    <w:lvl w:ilvl="1" w:tplc="94608CC8">
      <w:start w:val="1"/>
      <w:numFmt w:val="bullet"/>
      <w:lvlText w:val="§"/>
      <w:lvlJc w:val="left"/>
    </w:lvl>
    <w:lvl w:ilvl="2" w:tplc="480443D8">
      <w:numFmt w:val="decimal"/>
      <w:lvlText w:val=""/>
      <w:lvlJc w:val="left"/>
    </w:lvl>
    <w:lvl w:ilvl="3" w:tplc="1AEEA546">
      <w:numFmt w:val="decimal"/>
      <w:lvlText w:val=""/>
      <w:lvlJc w:val="left"/>
    </w:lvl>
    <w:lvl w:ilvl="4" w:tplc="DF7C582C">
      <w:numFmt w:val="decimal"/>
      <w:lvlText w:val=""/>
      <w:lvlJc w:val="left"/>
    </w:lvl>
    <w:lvl w:ilvl="5" w:tplc="0AEC4B52">
      <w:numFmt w:val="decimal"/>
      <w:lvlText w:val=""/>
      <w:lvlJc w:val="left"/>
    </w:lvl>
    <w:lvl w:ilvl="6" w:tplc="02C486D4">
      <w:numFmt w:val="decimal"/>
      <w:lvlText w:val=""/>
      <w:lvlJc w:val="left"/>
    </w:lvl>
    <w:lvl w:ilvl="7" w:tplc="029A436C">
      <w:numFmt w:val="decimal"/>
      <w:lvlText w:val=""/>
      <w:lvlJc w:val="left"/>
    </w:lvl>
    <w:lvl w:ilvl="8" w:tplc="F09E930C">
      <w:numFmt w:val="decimal"/>
      <w:lvlText w:val=""/>
      <w:lvlJc w:val="left"/>
    </w:lvl>
  </w:abstractNum>
  <w:abstractNum w:abstractNumId="7" w15:restartNumberingAfterBreak="0">
    <w:nsid w:val="3F2DBA31"/>
    <w:multiLevelType w:val="hybridMultilevel"/>
    <w:tmpl w:val="CED8E9D2"/>
    <w:lvl w:ilvl="0" w:tplc="CE7E673A">
      <w:start w:val="1"/>
      <w:numFmt w:val="decimal"/>
      <w:lvlText w:val="%1."/>
      <w:lvlJc w:val="left"/>
    </w:lvl>
    <w:lvl w:ilvl="1" w:tplc="8BB05CAA">
      <w:numFmt w:val="decimal"/>
      <w:lvlText w:val=""/>
      <w:lvlJc w:val="left"/>
    </w:lvl>
    <w:lvl w:ilvl="2" w:tplc="835A7890">
      <w:numFmt w:val="decimal"/>
      <w:lvlText w:val=""/>
      <w:lvlJc w:val="left"/>
    </w:lvl>
    <w:lvl w:ilvl="3" w:tplc="BC9E6B02">
      <w:numFmt w:val="decimal"/>
      <w:lvlText w:val=""/>
      <w:lvlJc w:val="left"/>
    </w:lvl>
    <w:lvl w:ilvl="4" w:tplc="8C9265D4">
      <w:numFmt w:val="decimal"/>
      <w:lvlText w:val=""/>
      <w:lvlJc w:val="left"/>
    </w:lvl>
    <w:lvl w:ilvl="5" w:tplc="D1821DB6">
      <w:numFmt w:val="decimal"/>
      <w:lvlText w:val=""/>
      <w:lvlJc w:val="left"/>
    </w:lvl>
    <w:lvl w:ilvl="6" w:tplc="19100272">
      <w:numFmt w:val="decimal"/>
      <w:lvlText w:val=""/>
      <w:lvlJc w:val="left"/>
    </w:lvl>
    <w:lvl w:ilvl="7" w:tplc="35824294">
      <w:numFmt w:val="decimal"/>
      <w:lvlText w:val=""/>
      <w:lvlJc w:val="left"/>
    </w:lvl>
    <w:lvl w:ilvl="8" w:tplc="8F38D076">
      <w:numFmt w:val="decimal"/>
      <w:lvlText w:val=""/>
      <w:lvlJc w:val="left"/>
    </w:lvl>
  </w:abstractNum>
  <w:abstractNum w:abstractNumId="8" w15:restartNumberingAfterBreak="0">
    <w:nsid w:val="431BD7B7"/>
    <w:multiLevelType w:val="hybridMultilevel"/>
    <w:tmpl w:val="F9548EF4"/>
    <w:lvl w:ilvl="0" w:tplc="95A8EA32">
      <w:start w:val="1"/>
      <w:numFmt w:val="decimal"/>
      <w:lvlText w:val="%1."/>
      <w:lvlJc w:val="left"/>
    </w:lvl>
    <w:lvl w:ilvl="1" w:tplc="FE7214CC">
      <w:numFmt w:val="decimal"/>
      <w:lvlText w:val=""/>
      <w:lvlJc w:val="left"/>
    </w:lvl>
    <w:lvl w:ilvl="2" w:tplc="2DE651D6">
      <w:numFmt w:val="decimal"/>
      <w:lvlText w:val=""/>
      <w:lvlJc w:val="left"/>
    </w:lvl>
    <w:lvl w:ilvl="3" w:tplc="E8FEDFD2">
      <w:numFmt w:val="decimal"/>
      <w:lvlText w:val=""/>
      <w:lvlJc w:val="left"/>
    </w:lvl>
    <w:lvl w:ilvl="4" w:tplc="388E0B22">
      <w:numFmt w:val="decimal"/>
      <w:lvlText w:val=""/>
      <w:lvlJc w:val="left"/>
    </w:lvl>
    <w:lvl w:ilvl="5" w:tplc="7130D658">
      <w:numFmt w:val="decimal"/>
      <w:lvlText w:val=""/>
      <w:lvlJc w:val="left"/>
    </w:lvl>
    <w:lvl w:ilvl="6" w:tplc="8A7C52B0">
      <w:numFmt w:val="decimal"/>
      <w:lvlText w:val=""/>
      <w:lvlJc w:val="left"/>
    </w:lvl>
    <w:lvl w:ilvl="7" w:tplc="9072FC62">
      <w:numFmt w:val="decimal"/>
      <w:lvlText w:val=""/>
      <w:lvlJc w:val="left"/>
    </w:lvl>
    <w:lvl w:ilvl="8" w:tplc="D4CC1A4A">
      <w:numFmt w:val="decimal"/>
      <w:lvlText w:val=""/>
      <w:lvlJc w:val="left"/>
    </w:lvl>
  </w:abstractNum>
  <w:abstractNum w:abstractNumId="9" w15:restartNumberingAfterBreak="0">
    <w:nsid w:val="43543771"/>
    <w:multiLevelType w:val="hybridMultilevel"/>
    <w:tmpl w:val="2D80D516"/>
    <w:lvl w:ilvl="0" w:tplc="D3785966">
      <w:start w:val="1"/>
      <w:numFmt w:val="lowerLetter"/>
      <w:lvlText w:val="%1)"/>
      <w:lvlJc w:val="left"/>
      <w:pPr>
        <w:ind w:left="784" w:hanging="360"/>
      </w:pPr>
      <w:rPr>
        <w:rFonts w:ascii="Arial" w:eastAsia="Arial" w:hAnsi="Arial" w:cs="Aria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504" w:hanging="360"/>
      </w:pPr>
    </w:lvl>
    <w:lvl w:ilvl="2" w:tplc="0415001B" w:tentative="1">
      <w:start w:val="1"/>
      <w:numFmt w:val="lowerRoman"/>
      <w:lvlText w:val="%3."/>
      <w:lvlJc w:val="right"/>
      <w:pPr>
        <w:ind w:left="2224" w:hanging="180"/>
      </w:pPr>
    </w:lvl>
    <w:lvl w:ilvl="3" w:tplc="0415000F" w:tentative="1">
      <w:start w:val="1"/>
      <w:numFmt w:val="decimal"/>
      <w:lvlText w:val="%4."/>
      <w:lvlJc w:val="left"/>
      <w:pPr>
        <w:ind w:left="2944" w:hanging="360"/>
      </w:pPr>
    </w:lvl>
    <w:lvl w:ilvl="4" w:tplc="04150019" w:tentative="1">
      <w:start w:val="1"/>
      <w:numFmt w:val="lowerLetter"/>
      <w:lvlText w:val="%5."/>
      <w:lvlJc w:val="left"/>
      <w:pPr>
        <w:ind w:left="3664" w:hanging="360"/>
      </w:pPr>
    </w:lvl>
    <w:lvl w:ilvl="5" w:tplc="0415001B" w:tentative="1">
      <w:start w:val="1"/>
      <w:numFmt w:val="lowerRoman"/>
      <w:lvlText w:val="%6."/>
      <w:lvlJc w:val="right"/>
      <w:pPr>
        <w:ind w:left="4384" w:hanging="180"/>
      </w:pPr>
    </w:lvl>
    <w:lvl w:ilvl="6" w:tplc="0415000F" w:tentative="1">
      <w:start w:val="1"/>
      <w:numFmt w:val="decimal"/>
      <w:lvlText w:val="%7."/>
      <w:lvlJc w:val="left"/>
      <w:pPr>
        <w:ind w:left="5104" w:hanging="360"/>
      </w:pPr>
    </w:lvl>
    <w:lvl w:ilvl="7" w:tplc="04150019" w:tentative="1">
      <w:start w:val="1"/>
      <w:numFmt w:val="lowerLetter"/>
      <w:lvlText w:val="%8."/>
      <w:lvlJc w:val="left"/>
      <w:pPr>
        <w:ind w:left="5824" w:hanging="360"/>
      </w:pPr>
    </w:lvl>
    <w:lvl w:ilvl="8" w:tplc="0415001B" w:tentative="1">
      <w:start w:val="1"/>
      <w:numFmt w:val="lowerRoman"/>
      <w:lvlText w:val="%9."/>
      <w:lvlJc w:val="right"/>
      <w:pPr>
        <w:ind w:left="6544" w:hanging="180"/>
      </w:pPr>
    </w:lvl>
  </w:abstractNum>
  <w:abstractNum w:abstractNumId="10" w15:restartNumberingAfterBreak="0">
    <w:nsid w:val="436C6125"/>
    <w:multiLevelType w:val="hybridMultilevel"/>
    <w:tmpl w:val="EEA2856A"/>
    <w:lvl w:ilvl="0" w:tplc="D2128194">
      <w:start w:val="1"/>
      <w:numFmt w:val="decimal"/>
      <w:lvlText w:val="%1."/>
      <w:lvlJc w:val="left"/>
    </w:lvl>
    <w:lvl w:ilvl="1" w:tplc="91B2FFFC">
      <w:start w:val="1"/>
      <w:numFmt w:val="bullet"/>
      <w:lvlText w:val="§"/>
      <w:lvlJc w:val="left"/>
    </w:lvl>
    <w:lvl w:ilvl="2" w:tplc="F800ACEC">
      <w:numFmt w:val="decimal"/>
      <w:lvlText w:val=""/>
      <w:lvlJc w:val="left"/>
    </w:lvl>
    <w:lvl w:ilvl="3" w:tplc="7C86B7AA">
      <w:numFmt w:val="decimal"/>
      <w:lvlText w:val=""/>
      <w:lvlJc w:val="left"/>
    </w:lvl>
    <w:lvl w:ilvl="4" w:tplc="953A43CA">
      <w:numFmt w:val="decimal"/>
      <w:lvlText w:val=""/>
      <w:lvlJc w:val="left"/>
    </w:lvl>
    <w:lvl w:ilvl="5" w:tplc="002AC5A0">
      <w:numFmt w:val="decimal"/>
      <w:lvlText w:val=""/>
      <w:lvlJc w:val="left"/>
    </w:lvl>
    <w:lvl w:ilvl="6" w:tplc="424CE71C">
      <w:numFmt w:val="decimal"/>
      <w:lvlText w:val=""/>
      <w:lvlJc w:val="left"/>
    </w:lvl>
    <w:lvl w:ilvl="7" w:tplc="E2D488D6">
      <w:numFmt w:val="decimal"/>
      <w:lvlText w:val=""/>
      <w:lvlJc w:val="left"/>
    </w:lvl>
    <w:lvl w:ilvl="8" w:tplc="03EEF9C6">
      <w:numFmt w:val="decimal"/>
      <w:lvlText w:val=""/>
      <w:lvlJc w:val="left"/>
    </w:lvl>
  </w:abstractNum>
  <w:abstractNum w:abstractNumId="11" w15:restartNumberingAfterBreak="0">
    <w:nsid w:val="500D46A4"/>
    <w:multiLevelType w:val="hybridMultilevel"/>
    <w:tmpl w:val="BB764EAE"/>
    <w:lvl w:ilvl="0" w:tplc="33C0DA1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2" w15:restartNumberingAfterBreak="0">
    <w:nsid w:val="57604E5E"/>
    <w:multiLevelType w:val="hybridMultilevel"/>
    <w:tmpl w:val="73DC3744"/>
    <w:lvl w:ilvl="0" w:tplc="A2A622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94019"/>
    <w:multiLevelType w:val="hybridMultilevel"/>
    <w:tmpl w:val="9F9A6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C895D"/>
    <w:multiLevelType w:val="hybridMultilevel"/>
    <w:tmpl w:val="EABCE776"/>
    <w:lvl w:ilvl="0" w:tplc="235A9EBA">
      <w:start w:val="1"/>
      <w:numFmt w:val="decimal"/>
      <w:lvlText w:val="%1."/>
      <w:lvlJc w:val="left"/>
    </w:lvl>
    <w:lvl w:ilvl="1" w:tplc="AB928FAA">
      <w:numFmt w:val="decimal"/>
      <w:lvlText w:val=""/>
      <w:lvlJc w:val="left"/>
    </w:lvl>
    <w:lvl w:ilvl="2" w:tplc="0E009A86">
      <w:numFmt w:val="decimal"/>
      <w:lvlText w:val=""/>
      <w:lvlJc w:val="left"/>
    </w:lvl>
    <w:lvl w:ilvl="3" w:tplc="96D602EA">
      <w:numFmt w:val="decimal"/>
      <w:lvlText w:val=""/>
      <w:lvlJc w:val="left"/>
    </w:lvl>
    <w:lvl w:ilvl="4" w:tplc="062C40A2">
      <w:numFmt w:val="decimal"/>
      <w:lvlText w:val=""/>
      <w:lvlJc w:val="left"/>
    </w:lvl>
    <w:lvl w:ilvl="5" w:tplc="F68C139E">
      <w:numFmt w:val="decimal"/>
      <w:lvlText w:val=""/>
      <w:lvlJc w:val="left"/>
    </w:lvl>
    <w:lvl w:ilvl="6" w:tplc="FF562C74">
      <w:numFmt w:val="decimal"/>
      <w:lvlText w:val=""/>
      <w:lvlJc w:val="left"/>
    </w:lvl>
    <w:lvl w:ilvl="7" w:tplc="DBEED68A">
      <w:numFmt w:val="decimal"/>
      <w:lvlText w:val=""/>
      <w:lvlJc w:val="left"/>
    </w:lvl>
    <w:lvl w:ilvl="8" w:tplc="F3CC86D6">
      <w:numFmt w:val="decimal"/>
      <w:lvlText w:val=""/>
      <w:lvlJc w:val="left"/>
    </w:lvl>
  </w:abstractNum>
  <w:abstractNum w:abstractNumId="15" w15:restartNumberingAfterBreak="0">
    <w:nsid w:val="62BBD95A"/>
    <w:multiLevelType w:val="hybridMultilevel"/>
    <w:tmpl w:val="D5FCC6C2"/>
    <w:lvl w:ilvl="0" w:tplc="76946658">
      <w:start w:val="2"/>
      <w:numFmt w:val="decimal"/>
      <w:lvlText w:val="%1."/>
      <w:lvlJc w:val="left"/>
    </w:lvl>
    <w:lvl w:ilvl="1" w:tplc="BC12A390">
      <w:numFmt w:val="decimal"/>
      <w:lvlText w:val="%2."/>
      <w:lvlJc w:val="left"/>
    </w:lvl>
    <w:lvl w:ilvl="2" w:tplc="7BC0FBBA">
      <w:start w:val="1"/>
      <w:numFmt w:val="decimal"/>
      <w:lvlText w:val="%3)"/>
      <w:lvlJc w:val="left"/>
    </w:lvl>
    <w:lvl w:ilvl="3" w:tplc="B296BB62">
      <w:start w:val="1"/>
      <w:numFmt w:val="bullet"/>
      <w:lvlText w:val="§"/>
      <w:lvlJc w:val="left"/>
    </w:lvl>
    <w:lvl w:ilvl="4" w:tplc="2D847E1A">
      <w:numFmt w:val="decimal"/>
      <w:lvlText w:val=""/>
      <w:lvlJc w:val="left"/>
    </w:lvl>
    <w:lvl w:ilvl="5" w:tplc="07800196">
      <w:numFmt w:val="decimal"/>
      <w:lvlText w:val=""/>
      <w:lvlJc w:val="left"/>
    </w:lvl>
    <w:lvl w:ilvl="6" w:tplc="5652E322">
      <w:numFmt w:val="decimal"/>
      <w:lvlText w:val=""/>
      <w:lvlJc w:val="left"/>
    </w:lvl>
    <w:lvl w:ilvl="7" w:tplc="541C42E2">
      <w:numFmt w:val="decimal"/>
      <w:lvlText w:val=""/>
      <w:lvlJc w:val="left"/>
    </w:lvl>
    <w:lvl w:ilvl="8" w:tplc="2F04F502">
      <w:numFmt w:val="decimal"/>
      <w:lvlText w:val=""/>
      <w:lvlJc w:val="left"/>
    </w:lvl>
  </w:abstractNum>
  <w:abstractNum w:abstractNumId="16" w15:restartNumberingAfterBreak="0">
    <w:nsid w:val="6C425FFB"/>
    <w:multiLevelType w:val="hybridMultilevel"/>
    <w:tmpl w:val="5538A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1DA317"/>
    <w:multiLevelType w:val="hybridMultilevel"/>
    <w:tmpl w:val="E096555E"/>
    <w:lvl w:ilvl="0" w:tplc="47447BE4">
      <w:numFmt w:val="decimal"/>
      <w:lvlText w:val="%1."/>
      <w:lvlJc w:val="left"/>
    </w:lvl>
    <w:lvl w:ilvl="1" w:tplc="79EE34AA">
      <w:start w:val="1"/>
      <w:numFmt w:val="bullet"/>
      <w:lvlText w:val="§"/>
      <w:lvlJc w:val="left"/>
    </w:lvl>
    <w:lvl w:ilvl="2" w:tplc="DA5C7390">
      <w:start w:val="1"/>
      <w:numFmt w:val="bullet"/>
      <w:lvlText w:val="§"/>
      <w:lvlJc w:val="left"/>
    </w:lvl>
    <w:lvl w:ilvl="3" w:tplc="F0F47D0C">
      <w:numFmt w:val="decimal"/>
      <w:lvlText w:val=""/>
      <w:lvlJc w:val="left"/>
    </w:lvl>
    <w:lvl w:ilvl="4" w:tplc="D676028C">
      <w:numFmt w:val="decimal"/>
      <w:lvlText w:val=""/>
      <w:lvlJc w:val="left"/>
    </w:lvl>
    <w:lvl w:ilvl="5" w:tplc="230851E6">
      <w:numFmt w:val="decimal"/>
      <w:lvlText w:val=""/>
      <w:lvlJc w:val="left"/>
    </w:lvl>
    <w:lvl w:ilvl="6" w:tplc="691025A2">
      <w:numFmt w:val="decimal"/>
      <w:lvlText w:val=""/>
      <w:lvlJc w:val="left"/>
    </w:lvl>
    <w:lvl w:ilvl="7" w:tplc="068CA906">
      <w:numFmt w:val="decimal"/>
      <w:lvlText w:val=""/>
      <w:lvlJc w:val="left"/>
    </w:lvl>
    <w:lvl w:ilvl="8" w:tplc="C0A4F818">
      <w:numFmt w:val="decimal"/>
      <w:lvlText w:val=""/>
      <w:lvlJc w:val="left"/>
    </w:lvl>
  </w:abstractNum>
  <w:abstractNum w:abstractNumId="18" w15:restartNumberingAfterBreak="0">
    <w:nsid w:val="72DF15AD"/>
    <w:multiLevelType w:val="hybridMultilevel"/>
    <w:tmpl w:val="A90E0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3E458"/>
    <w:multiLevelType w:val="hybridMultilevel"/>
    <w:tmpl w:val="F5DEFD3C"/>
    <w:lvl w:ilvl="0" w:tplc="ACFCD3A8">
      <w:start w:val="1"/>
      <w:numFmt w:val="decimal"/>
      <w:lvlText w:val="%1."/>
      <w:lvlJc w:val="left"/>
    </w:lvl>
    <w:lvl w:ilvl="1" w:tplc="544C475A">
      <w:numFmt w:val="decimal"/>
      <w:lvlText w:val=""/>
      <w:lvlJc w:val="left"/>
    </w:lvl>
    <w:lvl w:ilvl="2" w:tplc="C4F230FC">
      <w:numFmt w:val="decimal"/>
      <w:lvlText w:val=""/>
      <w:lvlJc w:val="left"/>
    </w:lvl>
    <w:lvl w:ilvl="3" w:tplc="AEDCD4D2">
      <w:numFmt w:val="decimal"/>
      <w:lvlText w:val=""/>
      <w:lvlJc w:val="left"/>
    </w:lvl>
    <w:lvl w:ilvl="4" w:tplc="07629966">
      <w:numFmt w:val="decimal"/>
      <w:lvlText w:val=""/>
      <w:lvlJc w:val="left"/>
    </w:lvl>
    <w:lvl w:ilvl="5" w:tplc="5E845C18">
      <w:numFmt w:val="decimal"/>
      <w:lvlText w:val=""/>
      <w:lvlJc w:val="left"/>
    </w:lvl>
    <w:lvl w:ilvl="6" w:tplc="5DA26D7C">
      <w:numFmt w:val="decimal"/>
      <w:lvlText w:val=""/>
      <w:lvlJc w:val="left"/>
    </w:lvl>
    <w:lvl w:ilvl="7" w:tplc="8F5E93F6">
      <w:numFmt w:val="decimal"/>
      <w:lvlText w:val=""/>
      <w:lvlJc w:val="left"/>
    </w:lvl>
    <w:lvl w:ilvl="8" w:tplc="D0DAE0B6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16"/>
  </w:num>
  <w:num w:numId="5">
    <w:abstractNumId w:val="13"/>
  </w:num>
  <w:num w:numId="6">
    <w:abstractNumId w:val="18"/>
  </w:num>
  <w:num w:numId="7">
    <w:abstractNumId w:val="5"/>
  </w:num>
  <w:num w:numId="8">
    <w:abstractNumId w:val="12"/>
  </w:num>
  <w:num w:numId="9">
    <w:abstractNumId w:val="8"/>
  </w:num>
  <w:num w:numId="10">
    <w:abstractNumId w:val="7"/>
  </w:num>
  <w:num w:numId="11">
    <w:abstractNumId w:val="19"/>
  </w:num>
  <w:num w:numId="12">
    <w:abstractNumId w:val="4"/>
  </w:num>
  <w:num w:numId="13">
    <w:abstractNumId w:val="15"/>
  </w:num>
  <w:num w:numId="14">
    <w:abstractNumId w:val="10"/>
  </w:num>
  <w:num w:numId="15">
    <w:abstractNumId w:val="14"/>
  </w:num>
  <w:num w:numId="16">
    <w:abstractNumId w:val="6"/>
  </w:num>
  <w:num w:numId="17">
    <w:abstractNumId w:val="17"/>
  </w:num>
  <w:num w:numId="18">
    <w:abstractNumId w:val="1"/>
  </w:num>
  <w:num w:numId="19">
    <w:abstractNumId w:val="3"/>
  </w:num>
  <w:num w:numId="20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FD"/>
    <w:rsid w:val="00012461"/>
    <w:rsid w:val="00012F79"/>
    <w:rsid w:val="000168D5"/>
    <w:rsid w:val="00020248"/>
    <w:rsid w:val="0002142F"/>
    <w:rsid w:val="000304F1"/>
    <w:rsid w:val="00040F59"/>
    <w:rsid w:val="00052446"/>
    <w:rsid w:val="000714A0"/>
    <w:rsid w:val="00072893"/>
    <w:rsid w:val="00073A5E"/>
    <w:rsid w:val="000776EA"/>
    <w:rsid w:val="0009418F"/>
    <w:rsid w:val="0009476A"/>
    <w:rsid w:val="00095918"/>
    <w:rsid w:val="00095FB8"/>
    <w:rsid w:val="000A3852"/>
    <w:rsid w:val="000A39B3"/>
    <w:rsid w:val="000A50FE"/>
    <w:rsid w:val="000B0133"/>
    <w:rsid w:val="000B308D"/>
    <w:rsid w:val="000B6C76"/>
    <w:rsid w:val="000C21C7"/>
    <w:rsid w:val="000C49DC"/>
    <w:rsid w:val="000C7B7E"/>
    <w:rsid w:val="000E00F2"/>
    <w:rsid w:val="000F13BA"/>
    <w:rsid w:val="000F3C1D"/>
    <w:rsid w:val="000F65EF"/>
    <w:rsid w:val="000F75A3"/>
    <w:rsid w:val="0010022C"/>
    <w:rsid w:val="00102387"/>
    <w:rsid w:val="00105B24"/>
    <w:rsid w:val="00106F63"/>
    <w:rsid w:val="00107A71"/>
    <w:rsid w:val="00114ECE"/>
    <w:rsid w:val="00115DDA"/>
    <w:rsid w:val="0011605D"/>
    <w:rsid w:val="00121B8A"/>
    <w:rsid w:val="001248C9"/>
    <w:rsid w:val="0012733B"/>
    <w:rsid w:val="00130099"/>
    <w:rsid w:val="0013132C"/>
    <w:rsid w:val="00154316"/>
    <w:rsid w:val="00155143"/>
    <w:rsid w:val="00155DEF"/>
    <w:rsid w:val="00156876"/>
    <w:rsid w:val="00162F92"/>
    <w:rsid w:val="00165BF4"/>
    <w:rsid w:val="001679FA"/>
    <w:rsid w:val="001806BE"/>
    <w:rsid w:val="00182B7F"/>
    <w:rsid w:val="00187827"/>
    <w:rsid w:val="00190865"/>
    <w:rsid w:val="00192088"/>
    <w:rsid w:val="0019745E"/>
    <w:rsid w:val="001A197A"/>
    <w:rsid w:val="001A20D0"/>
    <w:rsid w:val="001A2E19"/>
    <w:rsid w:val="001B4092"/>
    <w:rsid w:val="001B780B"/>
    <w:rsid w:val="001C0502"/>
    <w:rsid w:val="001C180F"/>
    <w:rsid w:val="001C25AF"/>
    <w:rsid w:val="001C4BE5"/>
    <w:rsid w:val="001C685E"/>
    <w:rsid w:val="001D421F"/>
    <w:rsid w:val="001D4248"/>
    <w:rsid w:val="001D4A4C"/>
    <w:rsid w:val="001D6CD1"/>
    <w:rsid w:val="001E35A7"/>
    <w:rsid w:val="001F3325"/>
    <w:rsid w:val="001F3DE9"/>
    <w:rsid w:val="001F4680"/>
    <w:rsid w:val="001F6BF9"/>
    <w:rsid w:val="00215CA1"/>
    <w:rsid w:val="002176CD"/>
    <w:rsid w:val="00221C1A"/>
    <w:rsid w:val="00222872"/>
    <w:rsid w:val="00227885"/>
    <w:rsid w:val="00237197"/>
    <w:rsid w:val="0024083C"/>
    <w:rsid w:val="0024194B"/>
    <w:rsid w:val="00251B0A"/>
    <w:rsid w:val="00252156"/>
    <w:rsid w:val="002559EC"/>
    <w:rsid w:val="00265A17"/>
    <w:rsid w:val="00275BE9"/>
    <w:rsid w:val="002776C0"/>
    <w:rsid w:val="00281749"/>
    <w:rsid w:val="0028220D"/>
    <w:rsid w:val="002909D2"/>
    <w:rsid w:val="002927B1"/>
    <w:rsid w:val="00294426"/>
    <w:rsid w:val="002A1535"/>
    <w:rsid w:val="002A7A69"/>
    <w:rsid w:val="002B00AC"/>
    <w:rsid w:val="002B25B4"/>
    <w:rsid w:val="002B7A10"/>
    <w:rsid w:val="002C7419"/>
    <w:rsid w:val="002D2559"/>
    <w:rsid w:val="002F47FE"/>
    <w:rsid w:val="00301134"/>
    <w:rsid w:val="00301F18"/>
    <w:rsid w:val="003062B5"/>
    <w:rsid w:val="00306790"/>
    <w:rsid w:val="0030701C"/>
    <w:rsid w:val="00315FEC"/>
    <w:rsid w:val="00321CAA"/>
    <w:rsid w:val="00321DE2"/>
    <w:rsid w:val="003231E0"/>
    <w:rsid w:val="00326134"/>
    <w:rsid w:val="00330ACA"/>
    <w:rsid w:val="003323E4"/>
    <w:rsid w:val="0033513A"/>
    <w:rsid w:val="0034005C"/>
    <w:rsid w:val="00342B48"/>
    <w:rsid w:val="003449E9"/>
    <w:rsid w:val="00350300"/>
    <w:rsid w:val="0035161A"/>
    <w:rsid w:val="00353907"/>
    <w:rsid w:val="00355AB8"/>
    <w:rsid w:val="00355E18"/>
    <w:rsid w:val="00360192"/>
    <w:rsid w:val="00366DDD"/>
    <w:rsid w:val="00370F84"/>
    <w:rsid w:val="00375763"/>
    <w:rsid w:val="00377011"/>
    <w:rsid w:val="003905FF"/>
    <w:rsid w:val="00393412"/>
    <w:rsid w:val="003968C0"/>
    <w:rsid w:val="003A4679"/>
    <w:rsid w:val="003A7646"/>
    <w:rsid w:val="003B3745"/>
    <w:rsid w:val="003D55E6"/>
    <w:rsid w:val="003D6B5E"/>
    <w:rsid w:val="003E1A11"/>
    <w:rsid w:val="003E5742"/>
    <w:rsid w:val="003E7BEE"/>
    <w:rsid w:val="003F0FB4"/>
    <w:rsid w:val="00402579"/>
    <w:rsid w:val="00412EC2"/>
    <w:rsid w:val="00415167"/>
    <w:rsid w:val="00420AFF"/>
    <w:rsid w:val="00421C6F"/>
    <w:rsid w:val="00423670"/>
    <w:rsid w:val="00425A0B"/>
    <w:rsid w:val="00434580"/>
    <w:rsid w:val="00444BD7"/>
    <w:rsid w:val="00446706"/>
    <w:rsid w:val="00453523"/>
    <w:rsid w:val="00455582"/>
    <w:rsid w:val="0046278A"/>
    <w:rsid w:val="00464BE4"/>
    <w:rsid w:val="00465855"/>
    <w:rsid w:val="00465AB7"/>
    <w:rsid w:val="00466411"/>
    <w:rsid w:val="00470379"/>
    <w:rsid w:val="00482C75"/>
    <w:rsid w:val="004832B2"/>
    <w:rsid w:val="00493B05"/>
    <w:rsid w:val="00497A34"/>
    <w:rsid w:val="00497CA0"/>
    <w:rsid w:val="004A2A96"/>
    <w:rsid w:val="004A3431"/>
    <w:rsid w:val="004B0F81"/>
    <w:rsid w:val="004B6F9B"/>
    <w:rsid w:val="004C05DF"/>
    <w:rsid w:val="004C1BC2"/>
    <w:rsid w:val="004C1F3F"/>
    <w:rsid w:val="004C22F4"/>
    <w:rsid w:val="004C41F4"/>
    <w:rsid w:val="004C4C4B"/>
    <w:rsid w:val="004C7423"/>
    <w:rsid w:val="004C74E1"/>
    <w:rsid w:val="004D14BE"/>
    <w:rsid w:val="004D7004"/>
    <w:rsid w:val="004E046A"/>
    <w:rsid w:val="004E0E4A"/>
    <w:rsid w:val="004E53D8"/>
    <w:rsid w:val="004E791E"/>
    <w:rsid w:val="004F1CC5"/>
    <w:rsid w:val="004F6530"/>
    <w:rsid w:val="004F6608"/>
    <w:rsid w:val="004F7F84"/>
    <w:rsid w:val="005009BD"/>
    <w:rsid w:val="005009C3"/>
    <w:rsid w:val="00500D7C"/>
    <w:rsid w:val="005010DE"/>
    <w:rsid w:val="005072D9"/>
    <w:rsid w:val="00512A07"/>
    <w:rsid w:val="00522687"/>
    <w:rsid w:val="005273C7"/>
    <w:rsid w:val="00532ED4"/>
    <w:rsid w:val="00534F07"/>
    <w:rsid w:val="00550D5A"/>
    <w:rsid w:val="005525B1"/>
    <w:rsid w:val="0055475A"/>
    <w:rsid w:val="0056706C"/>
    <w:rsid w:val="0057764D"/>
    <w:rsid w:val="0058223B"/>
    <w:rsid w:val="0058451B"/>
    <w:rsid w:val="00596F79"/>
    <w:rsid w:val="005A145E"/>
    <w:rsid w:val="005A206C"/>
    <w:rsid w:val="005A3216"/>
    <w:rsid w:val="005B2646"/>
    <w:rsid w:val="005C3930"/>
    <w:rsid w:val="005C6946"/>
    <w:rsid w:val="005D308F"/>
    <w:rsid w:val="005D71A5"/>
    <w:rsid w:val="005E4B13"/>
    <w:rsid w:val="005E4FC3"/>
    <w:rsid w:val="005E688B"/>
    <w:rsid w:val="005F2A31"/>
    <w:rsid w:val="005F4E19"/>
    <w:rsid w:val="00607435"/>
    <w:rsid w:val="0061270D"/>
    <w:rsid w:val="0062053F"/>
    <w:rsid w:val="0062342D"/>
    <w:rsid w:val="00624123"/>
    <w:rsid w:val="00631F2A"/>
    <w:rsid w:val="00632F87"/>
    <w:rsid w:val="006354A6"/>
    <w:rsid w:val="00642999"/>
    <w:rsid w:val="0065066F"/>
    <w:rsid w:val="00650BDF"/>
    <w:rsid w:val="00654A9D"/>
    <w:rsid w:val="0066107E"/>
    <w:rsid w:val="00661641"/>
    <w:rsid w:val="00663067"/>
    <w:rsid w:val="00665CB6"/>
    <w:rsid w:val="00675FFC"/>
    <w:rsid w:val="00681471"/>
    <w:rsid w:val="00681602"/>
    <w:rsid w:val="00686EDE"/>
    <w:rsid w:val="00687C8E"/>
    <w:rsid w:val="00687F16"/>
    <w:rsid w:val="0069066B"/>
    <w:rsid w:val="0069150E"/>
    <w:rsid w:val="00693667"/>
    <w:rsid w:val="00694DB4"/>
    <w:rsid w:val="006A10F0"/>
    <w:rsid w:val="006A1D96"/>
    <w:rsid w:val="006A4EE4"/>
    <w:rsid w:val="006A663A"/>
    <w:rsid w:val="006B2329"/>
    <w:rsid w:val="006B2828"/>
    <w:rsid w:val="006B529D"/>
    <w:rsid w:val="006C0CA4"/>
    <w:rsid w:val="006C13FD"/>
    <w:rsid w:val="006C3200"/>
    <w:rsid w:val="006C55D0"/>
    <w:rsid w:val="006D31D8"/>
    <w:rsid w:val="006E0369"/>
    <w:rsid w:val="006E514E"/>
    <w:rsid w:val="006F56E5"/>
    <w:rsid w:val="006F62D8"/>
    <w:rsid w:val="00705844"/>
    <w:rsid w:val="00707D97"/>
    <w:rsid w:val="00710782"/>
    <w:rsid w:val="00723C46"/>
    <w:rsid w:val="00734234"/>
    <w:rsid w:val="00742400"/>
    <w:rsid w:val="0074414E"/>
    <w:rsid w:val="00744BDC"/>
    <w:rsid w:val="00744C16"/>
    <w:rsid w:val="00750492"/>
    <w:rsid w:val="007532D3"/>
    <w:rsid w:val="007542CD"/>
    <w:rsid w:val="00756240"/>
    <w:rsid w:val="00756409"/>
    <w:rsid w:val="00761E85"/>
    <w:rsid w:val="007663E2"/>
    <w:rsid w:val="007700F4"/>
    <w:rsid w:val="0077355E"/>
    <w:rsid w:val="00784CF5"/>
    <w:rsid w:val="00785281"/>
    <w:rsid w:val="00785866"/>
    <w:rsid w:val="007A542A"/>
    <w:rsid w:val="007B109B"/>
    <w:rsid w:val="007B4C9A"/>
    <w:rsid w:val="007C3B4E"/>
    <w:rsid w:val="007D23C7"/>
    <w:rsid w:val="007D654E"/>
    <w:rsid w:val="007D6A47"/>
    <w:rsid w:val="007D74A1"/>
    <w:rsid w:val="007D7A7D"/>
    <w:rsid w:val="007E0BA1"/>
    <w:rsid w:val="007E79F7"/>
    <w:rsid w:val="007F0787"/>
    <w:rsid w:val="007F2BEA"/>
    <w:rsid w:val="007F2FF5"/>
    <w:rsid w:val="008006F9"/>
    <w:rsid w:val="00801ED7"/>
    <w:rsid w:val="00806EB0"/>
    <w:rsid w:val="0080764C"/>
    <w:rsid w:val="008167C3"/>
    <w:rsid w:val="00820918"/>
    <w:rsid w:val="00822CB0"/>
    <w:rsid w:val="00824D7E"/>
    <w:rsid w:val="008320D0"/>
    <w:rsid w:val="00832183"/>
    <w:rsid w:val="008322FD"/>
    <w:rsid w:val="00840E98"/>
    <w:rsid w:val="008512F3"/>
    <w:rsid w:val="0085519D"/>
    <w:rsid w:val="0085778D"/>
    <w:rsid w:val="008647A8"/>
    <w:rsid w:val="00864C91"/>
    <w:rsid w:val="00870AB5"/>
    <w:rsid w:val="00872498"/>
    <w:rsid w:val="00873D2F"/>
    <w:rsid w:val="00874323"/>
    <w:rsid w:val="00877476"/>
    <w:rsid w:val="008778EE"/>
    <w:rsid w:val="00891C53"/>
    <w:rsid w:val="008960F5"/>
    <w:rsid w:val="008A097F"/>
    <w:rsid w:val="008A53CD"/>
    <w:rsid w:val="008B0782"/>
    <w:rsid w:val="008B3B96"/>
    <w:rsid w:val="008C4CF5"/>
    <w:rsid w:val="008C7FDE"/>
    <w:rsid w:val="008D2244"/>
    <w:rsid w:val="008D4D5B"/>
    <w:rsid w:val="008E501E"/>
    <w:rsid w:val="00903AFF"/>
    <w:rsid w:val="00904062"/>
    <w:rsid w:val="00916247"/>
    <w:rsid w:val="0091727D"/>
    <w:rsid w:val="009232C9"/>
    <w:rsid w:val="00924E56"/>
    <w:rsid w:val="00926085"/>
    <w:rsid w:val="00933FE5"/>
    <w:rsid w:val="009346DF"/>
    <w:rsid w:val="00937F0E"/>
    <w:rsid w:val="009434EC"/>
    <w:rsid w:val="00950BF0"/>
    <w:rsid w:val="00951F6C"/>
    <w:rsid w:val="00952BF7"/>
    <w:rsid w:val="00953907"/>
    <w:rsid w:val="009577A3"/>
    <w:rsid w:val="00965A90"/>
    <w:rsid w:val="00970C86"/>
    <w:rsid w:val="00971CB7"/>
    <w:rsid w:val="009752DB"/>
    <w:rsid w:val="00983124"/>
    <w:rsid w:val="009836B4"/>
    <w:rsid w:val="00983D23"/>
    <w:rsid w:val="00985506"/>
    <w:rsid w:val="00985C44"/>
    <w:rsid w:val="009863DB"/>
    <w:rsid w:val="00986CDD"/>
    <w:rsid w:val="00991508"/>
    <w:rsid w:val="009976DA"/>
    <w:rsid w:val="00997F0F"/>
    <w:rsid w:val="009A469C"/>
    <w:rsid w:val="009A7BAB"/>
    <w:rsid w:val="009A7DFD"/>
    <w:rsid w:val="009B4000"/>
    <w:rsid w:val="009C1C91"/>
    <w:rsid w:val="009C24E7"/>
    <w:rsid w:val="009C39F0"/>
    <w:rsid w:val="009C469A"/>
    <w:rsid w:val="009D051F"/>
    <w:rsid w:val="009D0A12"/>
    <w:rsid w:val="009D1006"/>
    <w:rsid w:val="009D5CF8"/>
    <w:rsid w:val="009E3836"/>
    <w:rsid w:val="009E75BB"/>
    <w:rsid w:val="009F4BE5"/>
    <w:rsid w:val="009F4CE4"/>
    <w:rsid w:val="009F6BAB"/>
    <w:rsid w:val="00A006B1"/>
    <w:rsid w:val="00A03EA3"/>
    <w:rsid w:val="00A04A37"/>
    <w:rsid w:val="00A06A16"/>
    <w:rsid w:val="00A11D6C"/>
    <w:rsid w:val="00A13969"/>
    <w:rsid w:val="00A13D5D"/>
    <w:rsid w:val="00A1596D"/>
    <w:rsid w:val="00A15BE3"/>
    <w:rsid w:val="00A16C54"/>
    <w:rsid w:val="00A1712A"/>
    <w:rsid w:val="00A21658"/>
    <w:rsid w:val="00A25064"/>
    <w:rsid w:val="00A26779"/>
    <w:rsid w:val="00A31D8F"/>
    <w:rsid w:val="00A44B22"/>
    <w:rsid w:val="00A54ADB"/>
    <w:rsid w:val="00A54DF4"/>
    <w:rsid w:val="00A57EA6"/>
    <w:rsid w:val="00A72382"/>
    <w:rsid w:val="00A72C44"/>
    <w:rsid w:val="00A735E3"/>
    <w:rsid w:val="00A77DBF"/>
    <w:rsid w:val="00A90047"/>
    <w:rsid w:val="00A9081C"/>
    <w:rsid w:val="00A965E1"/>
    <w:rsid w:val="00A9667C"/>
    <w:rsid w:val="00A9695B"/>
    <w:rsid w:val="00AC0465"/>
    <w:rsid w:val="00AC10A7"/>
    <w:rsid w:val="00AC6E07"/>
    <w:rsid w:val="00AD01B8"/>
    <w:rsid w:val="00AD44CD"/>
    <w:rsid w:val="00AD7648"/>
    <w:rsid w:val="00AE490C"/>
    <w:rsid w:val="00AF3929"/>
    <w:rsid w:val="00AF492D"/>
    <w:rsid w:val="00B00C79"/>
    <w:rsid w:val="00B07C15"/>
    <w:rsid w:val="00B118EA"/>
    <w:rsid w:val="00B11E23"/>
    <w:rsid w:val="00B234E3"/>
    <w:rsid w:val="00B24581"/>
    <w:rsid w:val="00B26398"/>
    <w:rsid w:val="00B40CEA"/>
    <w:rsid w:val="00B41637"/>
    <w:rsid w:val="00B41DA8"/>
    <w:rsid w:val="00B42AB7"/>
    <w:rsid w:val="00B42E95"/>
    <w:rsid w:val="00B45041"/>
    <w:rsid w:val="00B477CE"/>
    <w:rsid w:val="00B478E8"/>
    <w:rsid w:val="00B51277"/>
    <w:rsid w:val="00B559C8"/>
    <w:rsid w:val="00B57530"/>
    <w:rsid w:val="00B638BB"/>
    <w:rsid w:val="00B663F7"/>
    <w:rsid w:val="00B70024"/>
    <w:rsid w:val="00B741E5"/>
    <w:rsid w:val="00B762E0"/>
    <w:rsid w:val="00B76DE2"/>
    <w:rsid w:val="00B87274"/>
    <w:rsid w:val="00B94967"/>
    <w:rsid w:val="00B94CFC"/>
    <w:rsid w:val="00B97720"/>
    <w:rsid w:val="00BA0940"/>
    <w:rsid w:val="00BA4B97"/>
    <w:rsid w:val="00BA5752"/>
    <w:rsid w:val="00BB0BB9"/>
    <w:rsid w:val="00BB233E"/>
    <w:rsid w:val="00BB2998"/>
    <w:rsid w:val="00BB5CBC"/>
    <w:rsid w:val="00BC1729"/>
    <w:rsid w:val="00BC4A6D"/>
    <w:rsid w:val="00BC69E5"/>
    <w:rsid w:val="00BC6E11"/>
    <w:rsid w:val="00BD41EC"/>
    <w:rsid w:val="00BD502B"/>
    <w:rsid w:val="00BD5E9B"/>
    <w:rsid w:val="00BE0D64"/>
    <w:rsid w:val="00BF7B40"/>
    <w:rsid w:val="00C0316D"/>
    <w:rsid w:val="00C03BFC"/>
    <w:rsid w:val="00C040A7"/>
    <w:rsid w:val="00C04C87"/>
    <w:rsid w:val="00C05663"/>
    <w:rsid w:val="00C21547"/>
    <w:rsid w:val="00C21C31"/>
    <w:rsid w:val="00C31F8F"/>
    <w:rsid w:val="00C327A6"/>
    <w:rsid w:val="00C3399C"/>
    <w:rsid w:val="00C35B36"/>
    <w:rsid w:val="00C36646"/>
    <w:rsid w:val="00C3738E"/>
    <w:rsid w:val="00C40EDF"/>
    <w:rsid w:val="00C436EC"/>
    <w:rsid w:val="00C44D60"/>
    <w:rsid w:val="00C454A7"/>
    <w:rsid w:val="00C4613E"/>
    <w:rsid w:val="00C47C51"/>
    <w:rsid w:val="00C53185"/>
    <w:rsid w:val="00C66287"/>
    <w:rsid w:val="00C73731"/>
    <w:rsid w:val="00C75E33"/>
    <w:rsid w:val="00C7624A"/>
    <w:rsid w:val="00C76A0F"/>
    <w:rsid w:val="00C83E31"/>
    <w:rsid w:val="00C84255"/>
    <w:rsid w:val="00C86D28"/>
    <w:rsid w:val="00C952C3"/>
    <w:rsid w:val="00C9596A"/>
    <w:rsid w:val="00C96336"/>
    <w:rsid w:val="00CA3DCB"/>
    <w:rsid w:val="00CA46ED"/>
    <w:rsid w:val="00CA621D"/>
    <w:rsid w:val="00CB19E4"/>
    <w:rsid w:val="00CB69CD"/>
    <w:rsid w:val="00CB7DC2"/>
    <w:rsid w:val="00CC087F"/>
    <w:rsid w:val="00CC2BE3"/>
    <w:rsid w:val="00CC4CA7"/>
    <w:rsid w:val="00CD36A4"/>
    <w:rsid w:val="00CE03F4"/>
    <w:rsid w:val="00CE0F56"/>
    <w:rsid w:val="00CE20C0"/>
    <w:rsid w:val="00CE28D7"/>
    <w:rsid w:val="00CE3D57"/>
    <w:rsid w:val="00CE628E"/>
    <w:rsid w:val="00CF1B8E"/>
    <w:rsid w:val="00CF307A"/>
    <w:rsid w:val="00CF3A2F"/>
    <w:rsid w:val="00CF3BC9"/>
    <w:rsid w:val="00CF4B5A"/>
    <w:rsid w:val="00CF7985"/>
    <w:rsid w:val="00D06183"/>
    <w:rsid w:val="00D11130"/>
    <w:rsid w:val="00D22C82"/>
    <w:rsid w:val="00D30872"/>
    <w:rsid w:val="00D3142C"/>
    <w:rsid w:val="00D3543F"/>
    <w:rsid w:val="00D35CA0"/>
    <w:rsid w:val="00D35DB3"/>
    <w:rsid w:val="00D37F14"/>
    <w:rsid w:val="00D505EE"/>
    <w:rsid w:val="00D54B5F"/>
    <w:rsid w:val="00D616A3"/>
    <w:rsid w:val="00D62903"/>
    <w:rsid w:val="00D75260"/>
    <w:rsid w:val="00D80BB5"/>
    <w:rsid w:val="00D817D7"/>
    <w:rsid w:val="00D82AB9"/>
    <w:rsid w:val="00D83091"/>
    <w:rsid w:val="00D838DE"/>
    <w:rsid w:val="00D86DC5"/>
    <w:rsid w:val="00D9267D"/>
    <w:rsid w:val="00D937F8"/>
    <w:rsid w:val="00D93A56"/>
    <w:rsid w:val="00D96448"/>
    <w:rsid w:val="00D973EA"/>
    <w:rsid w:val="00DA35E0"/>
    <w:rsid w:val="00DA6981"/>
    <w:rsid w:val="00DA7AD0"/>
    <w:rsid w:val="00DA7E0B"/>
    <w:rsid w:val="00DB107A"/>
    <w:rsid w:val="00DB4A41"/>
    <w:rsid w:val="00DB58EE"/>
    <w:rsid w:val="00DB5B63"/>
    <w:rsid w:val="00DC7C83"/>
    <w:rsid w:val="00DD7FF9"/>
    <w:rsid w:val="00DF0580"/>
    <w:rsid w:val="00DF2AC0"/>
    <w:rsid w:val="00E1035B"/>
    <w:rsid w:val="00E23CCB"/>
    <w:rsid w:val="00E2702D"/>
    <w:rsid w:val="00E272A8"/>
    <w:rsid w:val="00E30160"/>
    <w:rsid w:val="00E30998"/>
    <w:rsid w:val="00E31ADE"/>
    <w:rsid w:val="00E36234"/>
    <w:rsid w:val="00E46B4D"/>
    <w:rsid w:val="00E621AE"/>
    <w:rsid w:val="00E73371"/>
    <w:rsid w:val="00E776CB"/>
    <w:rsid w:val="00E80FDA"/>
    <w:rsid w:val="00E81560"/>
    <w:rsid w:val="00E816CA"/>
    <w:rsid w:val="00E82031"/>
    <w:rsid w:val="00E8479B"/>
    <w:rsid w:val="00E875EB"/>
    <w:rsid w:val="00E907DB"/>
    <w:rsid w:val="00E9180F"/>
    <w:rsid w:val="00E97346"/>
    <w:rsid w:val="00EA1969"/>
    <w:rsid w:val="00EA27DE"/>
    <w:rsid w:val="00EA6EAA"/>
    <w:rsid w:val="00EB6F6B"/>
    <w:rsid w:val="00EC0E12"/>
    <w:rsid w:val="00EC1B66"/>
    <w:rsid w:val="00EC3582"/>
    <w:rsid w:val="00EC6E7A"/>
    <w:rsid w:val="00ED228F"/>
    <w:rsid w:val="00ED24D9"/>
    <w:rsid w:val="00EF1086"/>
    <w:rsid w:val="00EF1E05"/>
    <w:rsid w:val="00EF5712"/>
    <w:rsid w:val="00F1030B"/>
    <w:rsid w:val="00F10E08"/>
    <w:rsid w:val="00F12556"/>
    <w:rsid w:val="00F165CF"/>
    <w:rsid w:val="00F17D7A"/>
    <w:rsid w:val="00F208C0"/>
    <w:rsid w:val="00F32AD7"/>
    <w:rsid w:val="00F37CBB"/>
    <w:rsid w:val="00F441E9"/>
    <w:rsid w:val="00F512FA"/>
    <w:rsid w:val="00F569C8"/>
    <w:rsid w:val="00F61874"/>
    <w:rsid w:val="00F62AFE"/>
    <w:rsid w:val="00F63019"/>
    <w:rsid w:val="00F65042"/>
    <w:rsid w:val="00F71368"/>
    <w:rsid w:val="00F8351D"/>
    <w:rsid w:val="00F91278"/>
    <w:rsid w:val="00F913D0"/>
    <w:rsid w:val="00FB2564"/>
    <w:rsid w:val="00FB2A7F"/>
    <w:rsid w:val="00FB55AD"/>
    <w:rsid w:val="00FB6D83"/>
    <w:rsid w:val="00FB7FA4"/>
    <w:rsid w:val="00FC3C55"/>
    <w:rsid w:val="00FC42D9"/>
    <w:rsid w:val="00FC4A93"/>
    <w:rsid w:val="00FD4100"/>
    <w:rsid w:val="00FD4978"/>
    <w:rsid w:val="00FE7B2C"/>
    <w:rsid w:val="00FE7C16"/>
    <w:rsid w:val="00FF0AEF"/>
    <w:rsid w:val="00FF36DA"/>
    <w:rsid w:val="00FF5BFB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4B8D0"/>
  <w15:docId w15:val="{FF6AE35B-2F45-4404-B4C2-AF65A06F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5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7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712"/>
  </w:style>
  <w:style w:type="paragraph" w:styleId="Stopka">
    <w:name w:val="footer"/>
    <w:basedOn w:val="Normalny"/>
    <w:link w:val="Stopka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712"/>
  </w:style>
  <w:style w:type="character" w:customStyle="1" w:styleId="A12">
    <w:name w:val="A12"/>
    <w:uiPriority w:val="99"/>
    <w:rsid w:val="00FC4A93"/>
    <w:rPr>
      <w:rFonts w:cs="Avenir LT Pro 65 Medium"/>
      <w:b/>
      <w:bCs/>
      <w:color w:val="000000"/>
      <w:sz w:val="106"/>
      <w:szCs w:val="106"/>
    </w:rPr>
  </w:style>
  <w:style w:type="character" w:styleId="Hipercze">
    <w:name w:val="Hyperlink"/>
    <w:basedOn w:val="Domylnaczcionkaakapitu"/>
    <w:uiPriority w:val="99"/>
    <w:unhideWhenUsed/>
    <w:rsid w:val="00FF5BF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81471"/>
    <w:rPr>
      <w:rFonts w:ascii="Calibri" w:eastAsia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1471"/>
    <w:rPr>
      <w:rFonts w:ascii="Calibri" w:eastAsia="Calibri" w:hAnsi="Calibri"/>
      <w:sz w:val="22"/>
      <w:szCs w:val="21"/>
    </w:rPr>
  </w:style>
  <w:style w:type="paragraph" w:styleId="Akapitzlist">
    <w:name w:val="List Paragraph"/>
    <w:basedOn w:val="Normalny"/>
    <w:uiPriority w:val="34"/>
    <w:qFormat/>
    <w:rsid w:val="00BD41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68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2687"/>
  </w:style>
  <w:style w:type="character" w:styleId="Odwoanieprzypisukocowego">
    <w:name w:val="endnote reference"/>
    <w:basedOn w:val="Domylnaczcionkaakapitu"/>
    <w:uiPriority w:val="99"/>
    <w:semiHidden/>
    <w:unhideWhenUsed/>
    <w:rsid w:val="0052268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A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A7D"/>
  </w:style>
  <w:style w:type="character" w:styleId="Odwoanieprzypisudolnego">
    <w:name w:val="footnote reference"/>
    <w:basedOn w:val="Domylnaczcionkaakapitu"/>
    <w:uiPriority w:val="99"/>
    <w:semiHidden/>
    <w:unhideWhenUsed/>
    <w:rsid w:val="007D7A7D"/>
    <w:rPr>
      <w:vertAlign w:val="superscript"/>
    </w:rPr>
  </w:style>
  <w:style w:type="table" w:styleId="Tabela-Siatka">
    <w:name w:val="Table Grid"/>
    <w:basedOn w:val="Standardowy"/>
    <w:uiPriority w:val="59"/>
    <w:rsid w:val="00B0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4E3"/>
    <w:rPr>
      <w:b/>
      <w:b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234E3"/>
    <w:pPr>
      <w:spacing w:after="200"/>
    </w:pPr>
    <w:rPr>
      <w:i/>
      <w:iCs/>
      <w:color w:val="1F497D" w:themeColor="text2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9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7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8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53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1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12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81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81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63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1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99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1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55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SYS_\Pulpit\Exalo%20papier%20firmowy%20k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C8386B-26DA-4BA4-8D98-78A5F6E1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Exalo papier firmowy kon</Template>
  <TotalTime>5</TotalTime>
  <Pages>3</Pages>
  <Words>889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WG</dc:creator>
  <cp:lastModifiedBy>Łukasz Kopertowicz</cp:lastModifiedBy>
  <cp:revision>2</cp:revision>
  <cp:lastPrinted>2020-06-15T15:14:00Z</cp:lastPrinted>
  <dcterms:created xsi:type="dcterms:W3CDTF">2020-11-09T07:25:00Z</dcterms:created>
  <dcterms:modified xsi:type="dcterms:W3CDTF">2020-11-09T07:25:00Z</dcterms:modified>
</cp:coreProperties>
</file>